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Default="004F11FB" w:rsidP="003C2D94">
      <w:pPr>
        <w:pStyle w:val="Titlu1"/>
        <w:jc w:val="both"/>
      </w:pPr>
      <w:r w:rsidRPr="008B401B">
        <w:t>Fi</w:t>
      </w:r>
      <w:r w:rsidR="003A05CC" w:rsidRPr="008B401B">
        <w:t>ș</w:t>
      </w:r>
      <w:r w:rsidR="00CC601F" w:rsidRPr="008B401B">
        <w:t>a 1</w:t>
      </w:r>
      <w:r w:rsidR="004342FB">
        <w:t>3</w:t>
      </w:r>
      <w:r w:rsidR="0007470F" w:rsidRPr="008B401B">
        <w:t xml:space="preserve">web </w:t>
      </w:r>
      <w:r w:rsidRPr="008B401B">
        <w:t xml:space="preserve">– </w:t>
      </w:r>
      <w:r w:rsidR="008A3B91">
        <w:t>PHP</w:t>
      </w:r>
      <w:r w:rsidR="009F10C2" w:rsidRPr="008B401B">
        <w:t>:</w:t>
      </w:r>
      <w:r w:rsidR="004342FB">
        <w:t>instrucțiuni, tablouri (vectori, matrice, șiruri de caractere)</w:t>
      </w:r>
      <w:r w:rsidR="005D24E2">
        <w:t>, funcții</w:t>
      </w:r>
      <w:r w:rsidR="00195B45">
        <w:t>.</w:t>
      </w:r>
    </w:p>
    <w:p w:rsidR="00B33999" w:rsidRDefault="00B33999" w:rsidP="00B33999">
      <w:r>
        <w:t xml:space="preserve">Creati in WebMatrix un site </w:t>
      </w:r>
      <w:r w:rsidR="00A77C4A">
        <w:t>nou</w:t>
      </w:r>
      <w:r>
        <w:t xml:space="preserve"> numit Fisa13 care să conțină  5 fisiere: </w:t>
      </w:r>
    </w:p>
    <w:p w:rsidR="00B33999" w:rsidRPr="00B33999" w:rsidRDefault="00B33999" w:rsidP="00B33999">
      <w:pPr>
        <w:pStyle w:val="Listparagraf"/>
        <w:numPr>
          <w:ilvl w:val="1"/>
          <w:numId w:val="33"/>
        </w:numPr>
      </w:pPr>
      <w:r>
        <w:t xml:space="preserve">Fisierul </w:t>
      </w:r>
      <w:r w:rsidRPr="00904CE3">
        <w:rPr>
          <w:i/>
        </w:rPr>
        <w:t>index.html</w:t>
      </w:r>
      <w:r>
        <w:t xml:space="preserve"> </w:t>
      </w:r>
      <w:r w:rsidRPr="00904CE3">
        <w:t>care va contine: numele, clasa, textul „</w:t>
      </w:r>
      <w:r>
        <w:t>Fisa13</w:t>
      </w:r>
      <w:r w:rsidRPr="00904CE3">
        <w:t>” si 4 link-uri catre fisierele de mai jos</w:t>
      </w:r>
      <w:r w:rsidR="001B6B8C">
        <w:t xml:space="preserve"> </w:t>
      </w:r>
      <w:r w:rsidRPr="00904CE3">
        <w:t xml:space="preserve"> (ex. link :</w:t>
      </w:r>
      <w:r>
        <w:t xml:space="preserve">  </w:t>
      </w:r>
      <w:r w:rsidRPr="003A07CA">
        <w:rPr>
          <w:rFonts w:ascii="Consolas" w:hAnsi="Consolas" w:cs="Consolas"/>
          <w:color w:val="4F76AC"/>
          <w:lang w:val="en-US" w:eastAsia="en-US"/>
        </w:rPr>
        <w:t>&lt;</w:t>
      </w:r>
      <w:r w:rsidRPr="003A07CA">
        <w:rPr>
          <w:rFonts w:ascii="Consolas" w:hAnsi="Consolas" w:cs="Consolas"/>
          <w:color w:val="823125"/>
          <w:lang w:val="en-US" w:eastAsia="en-US"/>
        </w:rPr>
        <w:t>p</w:t>
      </w:r>
      <w:r w:rsidRPr="003A07CA">
        <w:rPr>
          <w:rFonts w:ascii="Consolas" w:hAnsi="Consolas" w:cs="Consolas"/>
          <w:color w:val="4F76AC"/>
          <w:lang w:val="en-US" w:eastAsia="en-US"/>
        </w:rPr>
        <w:t>&gt;</w:t>
      </w:r>
      <w:r w:rsidRPr="003A07CA">
        <w:rPr>
          <w:rFonts w:ascii="Consolas" w:hAnsi="Consolas" w:cs="Consolas"/>
          <w:color w:val="000000"/>
          <w:lang w:val="en-US" w:eastAsia="en-US"/>
        </w:rPr>
        <w:t xml:space="preserve">se executa </w:t>
      </w:r>
      <w:r w:rsidRPr="003A07CA">
        <w:rPr>
          <w:rFonts w:ascii="Consolas" w:hAnsi="Consolas" w:cs="Consolas"/>
          <w:color w:val="4F76AC"/>
          <w:lang w:val="en-US" w:eastAsia="en-US"/>
        </w:rPr>
        <w:t>&lt;</w:t>
      </w:r>
      <w:r w:rsidRPr="003A07CA">
        <w:rPr>
          <w:rFonts w:ascii="Consolas" w:hAnsi="Consolas" w:cs="Consolas"/>
          <w:color w:val="823125"/>
          <w:lang w:val="en-US" w:eastAsia="en-US"/>
        </w:rPr>
        <w:t>a</w:t>
      </w:r>
      <w:r w:rsidRPr="003A07CA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3A07CA">
        <w:rPr>
          <w:rFonts w:ascii="Consolas" w:hAnsi="Consolas" w:cs="Consolas"/>
          <w:color w:val="CF4820"/>
          <w:lang w:val="en-US" w:eastAsia="en-US"/>
        </w:rPr>
        <w:t>href</w:t>
      </w:r>
      <w:r>
        <w:rPr>
          <w:rFonts w:ascii="Consolas" w:hAnsi="Consolas" w:cs="Consolas"/>
          <w:color w:val="4F76AC"/>
          <w:lang w:val="en-US" w:eastAsia="en-US"/>
        </w:rPr>
        <w:t>="p1</w:t>
      </w:r>
      <w:r w:rsidRPr="003A07CA">
        <w:rPr>
          <w:rFonts w:ascii="Consolas" w:hAnsi="Consolas" w:cs="Consolas"/>
          <w:color w:val="4F76AC"/>
          <w:lang w:val="en-US" w:eastAsia="en-US"/>
        </w:rPr>
        <w:t>.php"&gt;</w:t>
      </w:r>
      <w:r>
        <w:rPr>
          <w:rFonts w:ascii="Consolas" w:hAnsi="Consolas" w:cs="Consolas"/>
          <w:color w:val="4F76AC"/>
          <w:lang w:val="en-US" w:eastAsia="en-US"/>
        </w:rPr>
        <w:t xml:space="preserve"> scriptul </w:t>
      </w:r>
      <w:r>
        <w:rPr>
          <w:rFonts w:ascii="Consolas" w:hAnsi="Consolas" w:cs="Consolas"/>
          <w:color w:val="000000"/>
          <w:lang w:val="en-US" w:eastAsia="en-US"/>
        </w:rPr>
        <w:t>p1</w:t>
      </w:r>
      <w:r w:rsidRPr="003A07CA">
        <w:rPr>
          <w:rFonts w:ascii="Consolas" w:hAnsi="Consolas" w:cs="Consolas"/>
          <w:color w:val="4F76AC"/>
          <w:lang w:val="en-US" w:eastAsia="en-US"/>
        </w:rPr>
        <w:t>&lt;/</w:t>
      </w:r>
      <w:r w:rsidRPr="003A07CA">
        <w:rPr>
          <w:rFonts w:ascii="Consolas" w:hAnsi="Consolas" w:cs="Consolas"/>
          <w:color w:val="823125"/>
          <w:lang w:val="en-US" w:eastAsia="en-US"/>
        </w:rPr>
        <w:t>a</w:t>
      </w:r>
      <w:r w:rsidRPr="003A07CA">
        <w:rPr>
          <w:rFonts w:ascii="Consolas" w:hAnsi="Consolas" w:cs="Consolas"/>
          <w:color w:val="4F76AC"/>
          <w:lang w:val="en-US" w:eastAsia="en-US"/>
        </w:rPr>
        <w:t>&gt;&lt;/</w:t>
      </w:r>
      <w:r w:rsidRPr="003A07CA">
        <w:rPr>
          <w:rFonts w:ascii="Consolas" w:hAnsi="Consolas" w:cs="Consolas"/>
          <w:color w:val="823125"/>
          <w:lang w:val="en-US" w:eastAsia="en-US"/>
        </w:rPr>
        <w:t>p</w:t>
      </w:r>
      <w:r w:rsidRPr="003A07CA">
        <w:rPr>
          <w:rFonts w:ascii="Consolas" w:hAnsi="Consolas" w:cs="Consolas"/>
          <w:color w:val="4F76AC"/>
          <w:lang w:val="en-US" w:eastAsia="en-US"/>
        </w:rPr>
        <w:t>&gt;</w:t>
      </w:r>
    </w:p>
    <w:p w:rsidR="00B33999" w:rsidRDefault="00B33999" w:rsidP="00B33999">
      <w:pPr>
        <w:pStyle w:val="Listparagraf"/>
        <w:numPr>
          <w:ilvl w:val="1"/>
          <w:numId w:val="33"/>
        </w:numPr>
      </w:pPr>
      <w:r>
        <w:t xml:space="preserve">fișierul </w:t>
      </w:r>
      <w:r w:rsidRPr="009C361E">
        <w:rPr>
          <w:i/>
        </w:rPr>
        <w:t>p1.</w:t>
      </w:r>
      <w:r>
        <w:rPr>
          <w:i/>
        </w:rPr>
        <w:t>php</w:t>
      </w:r>
      <w:r>
        <w:t xml:space="preserve"> </w:t>
      </w:r>
      <w:r w:rsidR="001B6B8C">
        <w:t xml:space="preserve">care va fi </w:t>
      </w:r>
      <w:r>
        <w:t>creat la punctul 1;</w:t>
      </w:r>
    </w:p>
    <w:p w:rsidR="00B33999" w:rsidRDefault="00B33999" w:rsidP="00B33999">
      <w:pPr>
        <w:pStyle w:val="Listparagraf"/>
        <w:numPr>
          <w:ilvl w:val="1"/>
          <w:numId w:val="33"/>
        </w:numPr>
      </w:pPr>
      <w:r>
        <w:t xml:space="preserve">fișierul </w:t>
      </w:r>
      <w:r>
        <w:rPr>
          <w:i/>
        </w:rPr>
        <w:t>p2</w:t>
      </w:r>
      <w:r w:rsidRPr="00CF4787">
        <w:rPr>
          <w:i/>
        </w:rPr>
        <w:t>.php</w:t>
      </w:r>
      <w:r>
        <w:t xml:space="preserve"> </w:t>
      </w:r>
      <w:r w:rsidR="001B6B8C">
        <w:t xml:space="preserve">care va fi </w:t>
      </w:r>
      <w:r>
        <w:t>creat la punctul 6;</w:t>
      </w:r>
    </w:p>
    <w:p w:rsidR="00B33999" w:rsidRDefault="00B33999" w:rsidP="00B33999">
      <w:pPr>
        <w:pStyle w:val="Listparagraf"/>
        <w:numPr>
          <w:ilvl w:val="1"/>
          <w:numId w:val="33"/>
        </w:numPr>
      </w:pPr>
      <w:r>
        <w:t xml:space="preserve">fișierul </w:t>
      </w:r>
      <w:r>
        <w:rPr>
          <w:i/>
        </w:rPr>
        <w:t>p3</w:t>
      </w:r>
      <w:r w:rsidRPr="00CF4787">
        <w:rPr>
          <w:i/>
        </w:rPr>
        <w:t>.php</w:t>
      </w:r>
      <w:r>
        <w:t xml:space="preserve"> </w:t>
      </w:r>
      <w:r w:rsidR="001B6B8C">
        <w:t xml:space="preserve">care va fi </w:t>
      </w:r>
      <w:r>
        <w:t>creat la punctul 10;</w:t>
      </w:r>
    </w:p>
    <w:p w:rsidR="00B33999" w:rsidRDefault="00B33999" w:rsidP="00B33999">
      <w:pPr>
        <w:pStyle w:val="Listparagraf"/>
        <w:numPr>
          <w:ilvl w:val="1"/>
          <w:numId w:val="33"/>
        </w:numPr>
      </w:pPr>
      <w:r>
        <w:t xml:space="preserve">fișierul </w:t>
      </w:r>
      <w:r>
        <w:rPr>
          <w:i/>
        </w:rPr>
        <w:t>p4</w:t>
      </w:r>
      <w:r w:rsidRPr="00CF4787">
        <w:rPr>
          <w:i/>
        </w:rPr>
        <w:t>.php</w:t>
      </w:r>
      <w:r>
        <w:t xml:space="preserve"> </w:t>
      </w:r>
      <w:r w:rsidR="001B6B8C">
        <w:t xml:space="preserve">care va fi </w:t>
      </w:r>
      <w:r>
        <w:t>creat la punctul 13;</w:t>
      </w:r>
    </w:p>
    <w:p w:rsidR="00B33999" w:rsidRDefault="00B33999" w:rsidP="00B33999">
      <w:pPr>
        <w:pStyle w:val="Listparagraf"/>
        <w:numPr>
          <w:ilvl w:val="0"/>
          <w:numId w:val="0"/>
        </w:numPr>
        <w:ind w:left="1364"/>
      </w:pPr>
    </w:p>
    <w:p w:rsidR="00B33999" w:rsidRPr="00B33999" w:rsidRDefault="00B33999" w:rsidP="00B33999"/>
    <w:p w:rsidR="00E63E85" w:rsidRPr="008B401B" w:rsidRDefault="004342FB" w:rsidP="00E63E85">
      <w:pPr>
        <w:pStyle w:val="Titlu2"/>
      </w:pPr>
      <w:r>
        <w:t>Instrucțiuni</w:t>
      </w:r>
      <w:r w:rsidR="00BC23FE">
        <w:t xml:space="preserve"> </w:t>
      </w:r>
      <w:r>
        <w:t>de scriere în pagină</w:t>
      </w:r>
    </w:p>
    <w:p w:rsidR="00420470" w:rsidRDefault="004342FB" w:rsidP="008A3B91">
      <w:pPr>
        <w:pStyle w:val="Listparagraf"/>
        <w:numPr>
          <w:ilvl w:val="0"/>
          <w:numId w:val="24"/>
        </w:numPr>
      </w:pPr>
      <w:r>
        <w:t xml:space="preserve">În PHP </w:t>
      </w:r>
      <w:r w:rsidR="0083797A">
        <w:t xml:space="preserve">cea mai folosită instrucțiune pentru a scrie text în pagina web este </w:t>
      </w:r>
      <w:r w:rsidR="00420470" w:rsidRPr="00065194">
        <w:rPr>
          <w:rFonts w:ascii="Consolas" w:hAnsi="Consolas" w:cs="Consolas"/>
          <w:color w:val="4F76AC"/>
          <w:sz w:val="16"/>
          <w:szCs w:val="16"/>
        </w:rPr>
        <w:t>echo</w:t>
      </w:r>
      <w:r w:rsidR="0083797A">
        <w:t xml:space="preserve">. </w:t>
      </w:r>
      <w:r w:rsidR="00420470">
        <w:t xml:space="preserve">Creați o pagină web </w:t>
      </w:r>
      <w:r w:rsidR="00C27B15">
        <w:t>numită</w:t>
      </w:r>
      <w:r w:rsidR="003A1EE4">
        <w:t xml:space="preserve"> </w:t>
      </w:r>
      <w:r w:rsidR="00650DA6" w:rsidRPr="00650DA6">
        <w:rPr>
          <w:i/>
        </w:rPr>
        <w:t>p1.</w:t>
      </w:r>
      <w:r w:rsidR="00616537">
        <w:rPr>
          <w:i/>
        </w:rPr>
        <w:t>php</w:t>
      </w:r>
      <w:r w:rsidR="003A1EE4">
        <w:rPr>
          <w:i/>
        </w:rPr>
        <w:t xml:space="preserve"> </w:t>
      </w:r>
      <w:r w:rsidR="00420470">
        <w:t xml:space="preserve">în care introduceți </w:t>
      </w:r>
      <w:r w:rsidR="00650DA6">
        <w:t>programul următor: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"Saluut</w:t>
      </w:r>
      <w:r w:rsidR="00236E9E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lumee!!</w:t>
      </w:r>
      <w:r w:rsidR="00236E9E">
        <w:rPr>
          <w:rFonts w:ascii="Consolas" w:eastAsia="Times New Roman" w:hAnsi="Consolas" w:cs="Consolas"/>
          <w:color w:val="823125"/>
          <w:sz w:val="16"/>
          <w:szCs w:val="16"/>
        </w:rPr>
        <w:t>!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823125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="00236E9E">
        <w:rPr>
          <w:rFonts w:ascii="Consolas" w:eastAsia="Times New Roman" w:hAnsi="Consolas" w:cs="Consolas"/>
          <w:color w:val="823125"/>
          <w:sz w:val="16"/>
          <w:szCs w:val="16"/>
        </w:rPr>
        <w:t>"&lt;br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 xml:space="preserve">&gt;Text care se 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823125"/>
          <w:sz w:val="16"/>
          <w:szCs w:val="16"/>
        </w:rPr>
      </w:pP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ab/>
        <w:t>întinde pe mai multe linii. Sfârșitul de linie ('\n')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ab/>
        <w:t>se afișează și el."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"&lt;br/&gt;Text pe mai\nmulte linii. Sfârșiturile de linie\nse afișează."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"&lt;br/&gt;Afișarea ghilimelelor (și a altor \"secvențe escape\") se face \"așa\"."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>// Se pot folosi variabile în interiorul textului unei instrucțiuni echo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"foobar"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9B5F9B"/>
          <w:sz w:val="16"/>
          <w:szCs w:val="16"/>
        </w:rPr>
        <w:t>$bar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"barbaz"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 xml:space="preserve">"&lt;br/&gt;foo este </w:t>
      </w:r>
      <w:r w:rsidRPr="006041D6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>// foo este foobar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>// Puteți folosi și vectori</w:t>
      </w:r>
      <w:r w:rsidR="00236E9E">
        <w:rPr>
          <w:rFonts w:ascii="Consolas" w:eastAsia="Times New Roman" w:hAnsi="Consolas" w:cs="Consolas"/>
          <w:color w:val="46830D"/>
          <w:sz w:val="16"/>
          <w:szCs w:val="16"/>
        </w:rPr>
        <w:t xml:space="preserve">  - mai multe detalii mai jos la Vectori si matrici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9B5F9B"/>
          <w:sz w:val="16"/>
          <w:szCs w:val="16"/>
        </w:rPr>
        <w:t>$baz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array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"valoare"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=&gt;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"foo"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);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"&lt;br/&gt;valoarea este {</w:t>
      </w:r>
      <w:r w:rsidRPr="006041D6">
        <w:rPr>
          <w:rFonts w:ascii="Consolas" w:eastAsia="Times New Roman" w:hAnsi="Consolas" w:cs="Consolas"/>
          <w:color w:val="9B5F9B"/>
          <w:sz w:val="16"/>
          <w:szCs w:val="16"/>
        </w:rPr>
        <w:t>$baz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['valoare']} !"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>// valoarea este foo !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 xml:space="preserve">// </w:t>
      </w:r>
      <w:r w:rsidR="00682F66">
        <w:rPr>
          <w:rFonts w:ascii="Consolas" w:eastAsia="Times New Roman" w:hAnsi="Consolas" w:cs="Consolas"/>
          <w:color w:val="46830D"/>
          <w:sz w:val="16"/>
          <w:szCs w:val="16"/>
        </w:rPr>
        <w:t xml:space="preserve">ATENTIE! </w:t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 xml:space="preserve">Dacă se </w:t>
      </w:r>
      <w:r w:rsidR="006E2A05">
        <w:rPr>
          <w:rFonts w:ascii="Consolas" w:eastAsia="Times New Roman" w:hAnsi="Consolas" w:cs="Consolas"/>
          <w:color w:val="46830D"/>
          <w:sz w:val="16"/>
          <w:szCs w:val="16"/>
        </w:rPr>
        <w:t>folosesc apostrofuri</w:t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 xml:space="preserve"> se afișează numele variabilei, nu valoarea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'&lt;br/&gt;foo este $foo'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>// foo este $foo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>// Dacă nu se folosesc alte caractere se pot afișa direct valorile variabilelor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>// foobar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6041D6">
        <w:rPr>
          <w:rFonts w:ascii="Consolas" w:eastAsia="Times New Roman" w:hAnsi="Consolas" w:cs="Consolas"/>
          <w:color w:val="9B5F9B"/>
          <w:sz w:val="16"/>
          <w:szCs w:val="16"/>
        </w:rPr>
        <w:t>$bar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>// foobarbarbaz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6830D"/>
          <w:sz w:val="16"/>
          <w:szCs w:val="16"/>
        </w:rPr>
        <w:t>// Unii preferă să despartă prin virgulă elementele afișate în loc să le concateneze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'&lt;br/&gt;Acest 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'șir 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'a 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'fost 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'afișat pe bucăți.'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6041D6">
        <w:rPr>
          <w:rFonts w:ascii="Consolas" w:eastAsia="Times New Roman" w:hAnsi="Consolas" w:cs="Consolas"/>
          <w:color w:val="222222"/>
          <w:sz w:val="16"/>
          <w:szCs w:val="16"/>
        </w:rPr>
        <w:t>chr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="00DF04E5">
        <w:rPr>
          <w:rFonts w:ascii="Consolas" w:eastAsia="Times New Roman" w:hAnsi="Consolas" w:cs="Consolas"/>
          <w:color w:val="9B5F9B"/>
          <w:sz w:val="16"/>
          <w:szCs w:val="16"/>
        </w:rPr>
        <w:t>42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);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'&lt;br/&gt;Acest 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.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'șir 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.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'a 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.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'fost 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.</w:t>
      </w:r>
      <w:r w:rsidR="00257BFD" w:rsidRPr="00065194">
        <w:rPr>
          <w:rFonts w:ascii="Consolas" w:eastAsia="Times New Roman" w:hAnsi="Consolas" w:cs="Consolas"/>
          <w:color w:val="823125"/>
          <w:sz w:val="16"/>
          <w:szCs w:val="16"/>
        </w:rPr>
        <w:t>'cr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eat prin concatenare.'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.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>"\n"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E1039C" w:rsidRPr="00E1039C" w:rsidRDefault="00E1039C" w:rsidP="00E1039C">
      <w:pPr>
        <w:shd w:val="clear" w:color="auto" w:fill="FFFFFF"/>
        <w:tabs>
          <w:tab w:val="clear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20"/>
          <w:lang w:val="en-US" w:eastAsia="en-US"/>
        </w:rPr>
      </w:pPr>
      <w:r w:rsidRPr="00E1039C">
        <w:rPr>
          <w:rFonts w:ascii="Consolas" w:eastAsia="Times New Roman" w:hAnsi="Consolas" w:cs="Consolas"/>
          <w:color w:val="9B5F9B"/>
          <w:sz w:val="16"/>
          <w:szCs w:val="20"/>
          <w:lang w:val="en-US" w:eastAsia="en-US"/>
        </w:rPr>
        <w:t>$var</w:t>
      </w:r>
      <w:r w:rsidRPr="00E1039C">
        <w:rPr>
          <w:rFonts w:ascii="Consolas" w:eastAsia="Times New Roman" w:hAnsi="Consolas" w:cs="Consolas"/>
          <w:color w:val="1E7C70"/>
          <w:sz w:val="16"/>
          <w:szCs w:val="20"/>
          <w:lang w:val="en-US" w:eastAsia="en-US"/>
        </w:rPr>
        <w:t>=</w:t>
      </w:r>
      <w:r w:rsidRPr="00E1039C">
        <w:rPr>
          <w:rFonts w:ascii="Consolas" w:eastAsia="Times New Roman" w:hAnsi="Consolas" w:cs="Consolas"/>
          <w:color w:val="823125"/>
          <w:sz w:val="16"/>
          <w:szCs w:val="20"/>
          <w:lang w:val="en-US" w:eastAsia="en-US"/>
        </w:rPr>
        <w:t>"variabile"</w:t>
      </w:r>
      <w:r w:rsidRPr="00E1039C">
        <w:rPr>
          <w:rFonts w:ascii="Consolas" w:eastAsia="Times New Roman" w:hAnsi="Consolas" w:cs="Consolas"/>
          <w:color w:val="1E7C70"/>
          <w:sz w:val="16"/>
          <w:szCs w:val="20"/>
          <w:lang w:val="en-US" w:eastAsia="en-US"/>
        </w:rPr>
        <w:t>;</w:t>
      </w:r>
    </w:p>
    <w:p w:rsidR="00E1039C" w:rsidRPr="006041D6" w:rsidRDefault="00E1039C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823125"/>
          <w:sz w:val="16"/>
          <w:szCs w:val="16"/>
        </w:rPr>
      </w:pPr>
      <w:r w:rsidRPr="006041D6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&lt;&lt;&lt;END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823125"/>
          <w:sz w:val="16"/>
          <w:szCs w:val="16"/>
        </w:rPr>
      </w:pP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ab/>
        <w:t>&lt;br/&gt;Aici se folosește metoda de afișare numită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823125"/>
          <w:sz w:val="16"/>
          <w:szCs w:val="16"/>
        </w:rPr>
      </w:pP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ab/>
        <w:t>"here document" pentru a afișa text care se întinde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823125"/>
          <w:sz w:val="16"/>
          <w:szCs w:val="16"/>
        </w:rPr>
      </w:pP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ab/>
        <w:t>pe mai</w:t>
      </w:r>
      <w:r w:rsidR="00E1039C">
        <w:rPr>
          <w:rFonts w:ascii="Consolas" w:eastAsia="Times New Roman" w:hAnsi="Consolas" w:cs="Consolas"/>
          <w:color w:val="823125"/>
          <w:sz w:val="16"/>
          <w:szCs w:val="16"/>
        </w:rPr>
        <w:t xml:space="preserve"> multe linii având și $var</w:t>
      </w: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 xml:space="preserve"> incluse. Observați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823125"/>
          <w:sz w:val="16"/>
          <w:szCs w:val="16"/>
        </w:rPr>
      </w:pP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ab/>
        <w:t>că textul trebuie obligatoriu să se încheie cu un singur END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823125"/>
          <w:sz w:val="16"/>
          <w:szCs w:val="16"/>
        </w:rPr>
        <w:tab/>
        <w:t>la sfârșit urmat de punct și virgulă fără alte spații!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END;</w:t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041D6" w:rsidRPr="006041D6" w:rsidRDefault="006041D6" w:rsidP="00D82430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000000"/>
          <w:sz w:val="16"/>
          <w:szCs w:val="16"/>
        </w:rPr>
        <w:tab/>
      </w:r>
    </w:p>
    <w:p w:rsidR="006041D6" w:rsidRPr="006041D6" w:rsidRDefault="006041D6" w:rsidP="00DC633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041D6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9B046B" w:rsidRDefault="00A449E2" w:rsidP="008A3B91">
      <w:pPr>
        <w:pStyle w:val="Listparagraf"/>
        <w:numPr>
          <w:ilvl w:val="0"/>
          <w:numId w:val="24"/>
        </w:numPr>
      </w:pPr>
      <w:r>
        <w:t xml:space="preserve">Folosind Internetul </w:t>
      </w:r>
      <w:r w:rsidR="00650DA6">
        <w:t xml:space="preserve">și studiind cu atenție rezultatele exemplului de mai sus </w:t>
      </w:r>
      <w:r w:rsidR="000F552E">
        <w:t xml:space="preserve">(atât în sursa generată cât și în pagina afișată de browser) </w:t>
      </w:r>
      <w:r>
        <w:t>rezolvați cerințele și aflați răspunsul la următoarele întrebări</w:t>
      </w:r>
      <w:r w:rsidR="008A3B91">
        <w:t>:</w:t>
      </w:r>
    </w:p>
    <w:p w:rsidR="008A3B91" w:rsidRDefault="008A3B91" w:rsidP="008A3B91">
      <w:pPr>
        <w:pStyle w:val="Listparagraf"/>
        <w:numPr>
          <w:ilvl w:val="1"/>
          <w:numId w:val="24"/>
        </w:numPr>
      </w:pPr>
      <w:r>
        <w:lastRenderedPageBreak/>
        <w:t xml:space="preserve">Ce este </w:t>
      </w:r>
      <w:r w:rsidR="000F552E">
        <w:t>o „secvență escape”? Dați câteva exemple de astfel de secvențe;</w:t>
      </w:r>
    </w:p>
    <w:p w:rsidR="008A3B91" w:rsidRDefault="008A3B91" w:rsidP="008A3B91">
      <w:pPr>
        <w:pStyle w:val="Listparagraf"/>
        <w:numPr>
          <w:ilvl w:val="1"/>
          <w:numId w:val="24"/>
        </w:numPr>
      </w:pPr>
      <w:r>
        <w:t>C</w:t>
      </w:r>
      <w:r w:rsidR="00F66901">
        <w:t>um se concatenează („lipesc”) în PHP două șiruri de caractere?</w:t>
      </w:r>
    </w:p>
    <w:p w:rsidR="00A519B6" w:rsidRDefault="00A519B6" w:rsidP="008A3B91">
      <w:pPr>
        <w:pStyle w:val="Listparagraf"/>
        <w:numPr>
          <w:ilvl w:val="1"/>
          <w:numId w:val="24"/>
        </w:numPr>
      </w:pPr>
      <w:r>
        <w:t xml:space="preserve">Ce face funcția </w:t>
      </w:r>
      <w:r w:rsidRPr="006041D6">
        <w:rPr>
          <w:rFonts w:ascii="Consolas" w:eastAsia="Times New Roman" w:hAnsi="Consolas" w:cs="Consolas"/>
          <w:color w:val="222222"/>
          <w:sz w:val="16"/>
          <w:szCs w:val="16"/>
        </w:rPr>
        <w:t>chr</w:t>
      </w:r>
      <w:r w:rsidRPr="006041D6">
        <w:rPr>
          <w:rFonts w:ascii="Consolas" w:eastAsia="Times New Roman" w:hAnsi="Consolas" w:cs="Consolas"/>
          <w:color w:val="1E7C70"/>
          <w:sz w:val="16"/>
          <w:szCs w:val="16"/>
        </w:rPr>
        <w:t>()</w:t>
      </w:r>
      <w:r>
        <w:t xml:space="preserve"> ?</w:t>
      </w:r>
    </w:p>
    <w:p w:rsidR="008A3B91" w:rsidRDefault="00B87220" w:rsidP="00B87220">
      <w:pPr>
        <w:pStyle w:val="Titlu2"/>
      </w:pPr>
      <w:r>
        <w:t>Instrucțiuni de control</w:t>
      </w:r>
    </w:p>
    <w:p w:rsidR="00A46409" w:rsidRDefault="00454BBC" w:rsidP="007A1A26">
      <w:pPr>
        <w:pStyle w:val="Listparagraf"/>
        <w:numPr>
          <w:ilvl w:val="0"/>
          <w:numId w:val="24"/>
        </w:numPr>
      </w:pPr>
      <w:r>
        <w:t>Sintaxa</w:t>
      </w:r>
      <w:r w:rsidR="00227D0E">
        <w:t xml:space="preserve"> și modul de funcționare al instrucțiunilor de control din PHP este la fel ca în C++ (</w:t>
      </w:r>
      <w:r w:rsidR="00227D0E" w:rsidRPr="00227D0E">
        <w:rPr>
          <w:i/>
        </w:rPr>
        <w:t>if</w:t>
      </w:r>
      <w:r w:rsidR="00227D0E" w:rsidRPr="00162CA9">
        <w:t xml:space="preserve">, </w:t>
      </w:r>
      <w:r w:rsidR="00227D0E" w:rsidRPr="00227D0E">
        <w:rPr>
          <w:i/>
        </w:rPr>
        <w:t>if-else</w:t>
      </w:r>
      <w:r w:rsidR="00227D0E" w:rsidRPr="00162CA9">
        <w:t xml:space="preserve">, </w:t>
      </w:r>
      <w:r w:rsidR="00227D0E" w:rsidRPr="00227D0E">
        <w:rPr>
          <w:i/>
        </w:rPr>
        <w:t>switch</w:t>
      </w:r>
      <w:r w:rsidR="00227D0E" w:rsidRPr="00162CA9">
        <w:t xml:space="preserve">, </w:t>
      </w:r>
      <w:r w:rsidR="00227D0E" w:rsidRPr="00227D0E">
        <w:rPr>
          <w:i/>
        </w:rPr>
        <w:t>while</w:t>
      </w:r>
      <w:r w:rsidR="00227D0E" w:rsidRPr="00162CA9">
        <w:t xml:space="preserve">, </w:t>
      </w:r>
      <w:r w:rsidR="00227D0E" w:rsidRPr="00227D0E">
        <w:rPr>
          <w:i/>
        </w:rPr>
        <w:t>do-while</w:t>
      </w:r>
      <w:r w:rsidR="00227D0E" w:rsidRPr="00162CA9">
        <w:t xml:space="preserve">, </w:t>
      </w:r>
      <w:r w:rsidR="00227D0E" w:rsidRPr="00227D0E">
        <w:rPr>
          <w:i/>
        </w:rPr>
        <w:t>for</w:t>
      </w:r>
      <w:r w:rsidR="00227D0E" w:rsidRPr="00162CA9">
        <w:t xml:space="preserve">, </w:t>
      </w:r>
      <w:r w:rsidR="00227D0E" w:rsidRPr="00227D0E">
        <w:rPr>
          <w:i/>
        </w:rPr>
        <w:t>break</w:t>
      </w:r>
      <w:r w:rsidR="00227D0E" w:rsidRPr="00162CA9">
        <w:t xml:space="preserve">, </w:t>
      </w:r>
      <w:r w:rsidR="00227D0E" w:rsidRPr="00227D0E">
        <w:rPr>
          <w:i/>
        </w:rPr>
        <w:t>continue</w:t>
      </w:r>
      <w:r w:rsidR="00227D0E">
        <w:t xml:space="preserve">) cu excepția instrucțiunii </w:t>
      </w:r>
      <w:r w:rsidR="00227D0E" w:rsidRPr="00227D0E">
        <w:rPr>
          <w:i/>
        </w:rPr>
        <w:t>foreach</w:t>
      </w:r>
      <w:r w:rsidR="00227D0E">
        <w:t>.</w:t>
      </w:r>
      <w:r w:rsidR="007B780B">
        <w:t xml:space="preserve"> Studiați</w:t>
      </w:r>
      <w:r w:rsidR="007A1A26">
        <w:t xml:space="preserve"> exemplele de funcționare ale acestora de la adresa </w:t>
      </w:r>
      <w:hyperlink r:id="rId8" w:history="1">
        <w:r w:rsidR="003E7B7C" w:rsidRPr="00CC4299">
          <w:rPr>
            <w:rStyle w:val="Hyperlink"/>
          </w:rPr>
          <w:t>http://www.php.net/manual/en/language.control-structures.php</w:t>
        </w:r>
      </w:hyperlink>
      <w:r w:rsidR="007A1A26">
        <w:t>.</w:t>
      </w:r>
    </w:p>
    <w:p w:rsidR="00D11C9D" w:rsidRDefault="00D11C9D" w:rsidP="00D11C9D">
      <w:pPr>
        <w:pStyle w:val="Titlu2"/>
      </w:pPr>
      <w:r>
        <w:t>Vectori și matric</w:t>
      </w:r>
      <w:r w:rsidR="00D37C33">
        <w:t>e</w:t>
      </w:r>
    </w:p>
    <w:p w:rsidR="00A46409" w:rsidRDefault="0090483C" w:rsidP="00A46409">
      <w:pPr>
        <w:pStyle w:val="Listparagraf"/>
        <w:numPr>
          <w:ilvl w:val="0"/>
          <w:numId w:val="24"/>
        </w:numPr>
      </w:pPr>
      <w:r>
        <w:t>În PHP un vector este o colecție</w:t>
      </w:r>
      <w:r w:rsidR="00551B22">
        <w:t xml:space="preserve"> </w:t>
      </w:r>
      <w:r>
        <w:t xml:space="preserve">de perechi </w:t>
      </w:r>
      <w:r w:rsidRPr="0090483C">
        <w:rPr>
          <w:i/>
        </w:rPr>
        <w:t xml:space="preserve">$indice </w:t>
      </w:r>
      <w:r w:rsidR="00DE5AAE">
        <w:rPr>
          <w:i/>
        </w:rPr>
        <w:t>=&gt;</w:t>
      </w:r>
      <w:r w:rsidRPr="0090483C">
        <w:rPr>
          <w:i/>
        </w:rPr>
        <w:t xml:space="preserve"> $valoare</w:t>
      </w:r>
      <w:r>
        <w:t xml:space="preserve"> în care </w:t>
      </w:r>
      <w:r w:rsidRPr="0090483C">
        <w:rPr>
          <w:i/>
        </w:rPr>
        <w:t>$indice</w:t>
      </w:r>
      <w:r>
        <w:t xml:space="preserve"> poate fi număr întreg sau șir de caractere</w:t>
      </w:r>
      <w:r w:rsidR="00F81AB0">
        <w:t xml:space="preserve"> în orice combinație</w:t>
      </w:r>
      <w:r>
        <w:t xml:space="preserve">, iar </w:t>
      </w:r>
      <w:r w:rsidRPr="0090483C">
        <w:rPr>
          <w:i/>
        </w:rPr>
        <w:t>$valoare</w:t>
      </w:r>
      <w:r>
        <w:t xml:space="preserve"> poate fi orice</w:t>
      </w:r>
      <w:r w:rsidR="005644EF">
        <w:t>, inclusiv alți vectori (deci putem avea un vector cu elemente de tip vector)</w:t>
      </w:r>
      <w:r w:rsidR="00A040B8">
        <w:t>.</w:t>
      </w:r>
    </w:p>
    <w:p w:rsidR="00AD7C2A" w:rsidRDefault="00F81AB0" w:rsidP="00A46409">
      <w:pPr>
        <w:pStyle w:val="Listparagraf"/>
        <w:numPr>
          <w:ilvl w:val="0"/>
          <w:numId w:val="24"/>
        </w:numPr>
      </w:pPr>
      <w:r>
        <w:t>Pentru a defini un vector se poate folosi una dintre formele</w:t>
      </w:r>
      <w:r w:rsidR="00EA49CC">
        <w:t>:</w:t>
      </w:r>
    </w:p>
    <w:p w:rsidR="00B31852" w:rsidRPr="001E7E2D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9B5F9B"/>
          <w:sz w:val="16"/>
          <w:szCs w:val="16"/>
        </w:rPr>
        <w:t>$a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1E7E2D">
        <w:rPr>
          <w:rFonts w:ascii="Consolas" w:eastAsia="Times New Roman" w:hAnsi="Consolas" w:cs="Consolas"/>
          <w:color w:val="4F76AC"/>
          <w:sz w:val="16"/>
          <w:szCs w:val="16"/>
        </w:rPr>
        <w:t>array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(</w:t>
      </w:r>
    </w:p>
    <w:p w:rsidR="00B31852" w:rsidRPr="001E7E2D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823125"/>
          <w:sz w:val="16"/>
          <w:szCs w:val="16"/>
        </w:rPr>
        <w:t>"indice 1"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=&gt;</w:t>
      </w:r>
      <w:r w:rsidRPr="001E7E2D">
        <w:rPr>
          <w:rFonts w:ascii="Consolas" w:eastAsia="Times New Roman" w:hAnsi="Consolas" w:cs="Consolas"/>
          <w:color w:val="823125"/>
          <w:sz w:val="16"/>
          <w:szCs w:val="16"/>
        </w:rPr>
        <w:t>"Valoare 1"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,</w:t>
      </w:r>
    </w:p>
    <w:p w:rsidR="00B31852" w:rsidRPr="001E7E2D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823125"/>
          <w:sz w:val="16"/>
          <w:szCs w:val="16"/>
        </w:rPr>
        <w:t>"indice 2"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=&gt;</w:t>
      </w:r>
      <w:r w:rsidRPr="001E7E2D">
        <w:rPr>
          <w:rFonts w:ascii="Consolas" w:eastAsia="Times New Roman" w:hAnsi="Consolas" w:cs="Consolas"/>
          <w:color w:val="823125"/>
          <w:sz w:val="16"/>
          <w:szCs w:val="16"/>
        </w:rPr>
        <w:t>"valoare 2"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,</w:t>
      </w:r>
    </w:p>
    <w:p w:rsidR="00B31852" w:rsidRPr="001E7E2D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);</w:t>
      </w:r>
    </w:p>
    <w:p w:rsidR="00B31852" w:rsidRPr="001E7E2D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B31852" w:rsidRPr="001E7E2D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46830D"/>
          <w:sz w:val="16"/>
          <w:szCs w:val="16"/>
        </w:rPr>
        <w:t>// în versiunile PHP mai mari sau egale cu 5.4 se poate și așa:</w:t>
      </w:r>
    </w:p>
    <w:p w:rsidR="00B31852" w:rsidRPr="001E7E2D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9B5F9B"/>
          <w:sz w:val="16"/>
          <w:szCs w:val="16"/>
        </w:rPr>
        <w:t>$b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=[</w:t>
      </w:r>
    </w:p>
    <w:p w:rsidR="00B31852" w:rsidRPr="001E7E2D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9B5F9B"/>
          <w:sz w:val="16"/>
          <w:szCs w:val="16"/>
        </w:rPr>
        <w:t>1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=&gt;</w:t>
      </w:r>
      <w:r w:rsidRPr="001E7E2D">
        <w:rPr>
          <w:rFonts w:ascii="Consolas" w:eastAsia="Times New Roman" w:hAnsi="Consolas" w:cs="Consolas"/>
          <w:color w:val="823125"/>
          <w:sz w:val="16"/>
          <w:szCs w:val="16"/>
        </w:rPr>
        <w:t>"luni"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,</w:t>
      </w:r>
    </w:p>
    <w:p w:rsidR="00B31852" w:rsidRPr="001E7E2D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9B5F9B"/>
          <w:sz w:val="16"/>
          <w:szCs w:val="16"/>
        </w:rPr>
        <w:t>2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=&gt;</w:t>
      </w:r>
      <w:r w:rsidRPr="001E7E2D">
        <w:rPr>
          <w:rFonts w:ascii="Consolas" w:eastAsia="Times New Roman" w:hAnsi="Consolas" w:cs="Consolas"/>
          <w:color w:val="823125"/>
          <w:sz w:val="16"/>
          <w:szCs w:val="16"/>
        </w:rPr>
        <w:t>"marți"</w:t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,</w:t>
      </w:r>
    </w:p>
    <w:p w:rsidR="00B31852" w:rsidRDefault="00B31852" w:rsidP="001E7E2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1E7C70"/>
          <w:sz w:val="16"/>
          <w:szCs w:val="16"/>
        </w:rPr>
      </w:pPr>
      <w:r w:rsidRPr="001E7E2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E7E2D">
        <w:rPr>
          <w:rFonts w:ascii="Consolas" w:eastAsia="Times New Roman" w:hAnsi="Consolas" w:cs="Consolas"/>
          <w:color w:val="1E7C70"/>
          <w:sz w:val="16"/>
          <w:szCs w:val="16"/>
        </w:rPr>
        <w:t>];</w:t>
      </w:r>
    </w:p>
    <w:p w:rsidR="00673B12" w:rsidRPr="00673B12" w:rsidRDefault="00673B12" w:rsidP="00673B12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73B12" w:rsidRPr="00673B12" w:rsidRDefault="00673B12" w:rsidP="00673B12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73B1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73B12">
        <w:rPr>
          <w:rFonts w:ascii="Consolas" w:eastAsia="Times New Roman" w:hAnsi="Consolas" w:cs="Consolas"/>
          <w:color w:val="46830D"/>
          <w:sz w:val="16"/>
          <w:szCs w:val="16"/>
        </w:rPr>
        <w:t xml:space="preserve">// dacă </w:t>
      </w:r>
      <w:r w:rsidR="00A458F9">
        <w:rPr>
          <w:rFonts w:ascii="Consolas" w:eastAsia="Times New Roman" w:hAnsi="Consolas" w:cs="Consolas"/>
          <w:color w:val="46830D"/>
          <w:sz w:val="16"/>
          <w:szCs w:val="16"/>
        </w:rPr>
        <w:t>indicele</w:t>
      </w:r>
      <w:r w:rsidRPr="00673B12">
        <w:rPr>
          <w:rFonts w:ascii="Consolas" w:eastAsia="Times New Roman" w:hAnsi="Consolas" w:cs="Consolas"/>
          <w:color w:val="46830D"/>
          <w:sz w:val="16"/>
          <w:szCs w:val="16"/>
        </w:rPr>
        <w:t xml:space="preserve"> nu se precizează</w:t>
      </w:r>
      <w:r w:rsidR="00C4157D">
        <w:rPr>
          <w:rFonts w:ascii="Consolas" w:eastAsia="Times New Roman" w:hAnsi="Consolas" w:cs="Consolas"/>
          <w:color w:val="46830D"/>
          <w:sz w:val="16"/>
          <w:szCs w:val="16"/>
        </w:rPr>
        <w:t>,</w:t>
      </w:r>
      <w:r w:rsidRPr="00673B12">
        <w:rPr>
          <w:rFonts w:ascii="Consolas" w:eastAsia="Times New Roman" w:hAnsi="Consolas" w:cs="Consolas"/>
          <w:color w:val="46830D"/>
          <w:sz w:val="16"/>
          <w:szCs w:val="16"/>
        </w:rPr>
        <w:t xml:space="preserve"> începe automat de la 0</w:t>
      </w:r>
    </w:p>
    <w:p w:rsidR="00673B12" w:rsidRPr="00673B12" w:rsidRDefault="00673B12" w:rsidP="00673B12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73B1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504264">
        <w:rPr>
          <w:rFonts w:ascii="Consolas" w:eastAsia="Times New Roman" w:hAnsi="Consolas" w:cs="Consolas"/>
          <w:color w:val="9B5F9B"/>
          <w:sz w:val="16"/>
          <w:szCs w:val="16"/>
        </w:rPr>
        <w:t xml:space="preserve"> </w:t>
      </w:r>
      <w:r w:rsidR="007E04DA">
        <w:rPr>
          <w:rFonts w:ascii="Consolas" w:eastAsia="Times New Roman" w:hAnsi="Consolas" w:cs="Consolas"/>
          <w:color w:val="9B5F9B"/>
          <w:sz w:val="16"/>
          <w:szCs w:val="16"/>
        </w:rPr>
        <w:t>$c=array(2,7,5,3);</w:t>
      </w:r>
    </w:p>
    <w:p w:rsidR="00673B12" w:rsidRDefault="00673B12" w:rsidP="00673B12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46830D"/>
          <w:sz w:val="16"/>
          <w:szCs w:val="16"/>
        </w:rPr>
      </w:pPr>
      <w:r w:rsidRPr="00673B1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73B12">
        <w:rPr>
          <w:rFonts w:ascii="Consolas" w:eastAsia="Times New Roman" w:hAnsi="Consolas" w:cs="Consolas"/>
          <w:color w:val="46830D"/>
          <w:sz w:val="16"/>
          <w:szCs w:val="16"/>
        </w:rPr>
        <w:t xml:space="preserve">//elementul 2 va avea </w:t>
      </w:r>
      <w:r w:rsidR="00A458F9">
        <w:rPr>
          <w:rFonts w:ascii="Consolas" w:eastAsia="Times New Roman" w:hAnsi="Consolas" w:cs="Consolas"/>
          <w:color w:val="46830D"/>
          <w:sz w:val="16"/>
          <w:szCs w:val="16"/>
        </w:rPr>
        <w:t>indicele</w:t>
      </w:r>
      <w:r w:rsidRPr="00673B12">
        <w:rPr>
          <w:rFonts w:ascii="Consolas" w:eastAsia="Times New Roman" w:hAnsi="Consolas" w:cs="Consolas"/>
          <w:color w:val="46830D"/>
          <w:sz w:val="16"/>
          <w:szCs w:val="16"/>
        </w:rPr>
        <w:t xml:space="preserve"> 0, elementul 7 </w:t>
      </w:r>
      <w:r w:rsidR="00A458F9">
        <w:rPr>
          <w:rFonts w:ascii="Consolas" w:eastAsia="Times New Roman" w:hAnsi="Consolas" w:cs="Consolas"/>
          <w:color w:val="46830D"/>
          <w:sz w:val="16"/>
          <w:szCs w:val="16"/>
        </w:rPr>
        <w:t>indicele</w:t>
      </w:r>
      <w:r w:rsidRPr="00673B12">
        <w:rPr>
          <w:rFonts w:ascii="Consolas" w:eastAsia="Times New Roman" w:hAnsi="Consolas" w:cs="Consolas"/>
          <w:color w:val="46830D"/>
          <w:sz w:val="16"/>
          <w:szCs w:val="16"/>
        </w:rPr>
        <w:t xml:space="preserve"> 1 ș.a.m.d.</w:t>
      </w:r>
    </w:p>
    <w:p w:rsidR="004875FA" w:rsidRDefault="004875FA" w:rsidP="00673B12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</w:pPr>
    </w:p>
    <w:p w:rsidR="004875FA" w:rsidRDefault="004875FA" w:rsidP="00673B12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</w:pPr>
      <w:r w:rsidRPr="004875FA">
        <w:t>Pentru</w:t>
      </w:r>
      <w:r>
        <w:t xml:space="preserve"> a afisa un vector:</w:t>
      </w:r>
    </w:p>
    <w:p w:rsidR="004875FA" w:rsidRDefault="004875FA" w:rsidP="00673B12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</w:pPr>
    </w:p>
    <w:p w:rsidR="004875FA" w:rsidRPr="004875FA" w:rsidRDefault="004875FA" w:rsidP="00673B12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i/>
          <w:u w:val="single"/>
        </w:rPr>
      </w:pPr>
      <w:r w:rsidRPr="004875FA">
        <w:rPr>
          <w:i/>
          <w:u w:val="single"/>
        </w:rPr>
        <w:t>Ex. 1</w:t>
      </w:r>
    </w:p>
    <w:p w:rsidR="004875FA" w:rsidRPr="004875FA" w:rsidRDefault="004875FA" w:rsidP="00673B12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2"/>
          <w:szCs w:val="16"/>
        </w:rPr>
      </w:pPr>
      <w:r w:rsidRPr="004875FA">
        <w:rPr>
          <w:rStyle w:val="CodHTML"/>
          <w:rFonts w:eastAsiaTheme="minorEastAsia"/>
          <w:color w:val="0000BB"/>
          <w:sz w:val="16"/>
        </w:rPr>
        <w:t>$a </w:t>
      </w:r>
      <w:r w:rsidRPr="004875FA">
        <w:rPr>
          <w:rStyle w:val="CodHTML"/>
          <w:rFonts w:eastAsiaTheme="minorEastAsia"/>
          <w:color w:val="007700"/>
          <w:sz w:val="16"/>
        </w:rPr>
        <w:t>= array(</w:t>
      </w:r>
      <w:r>
        <w:rPr>
          <w:rStyle w:val="CodHTML"/>
          <w:rFonts w:eastAsiaTheme="minorEastAsia"/>
          <w:color w:val="0000BB"/>
          <w:sz w:val="16"/>
        </w:rPr>
        <w:t>2</w:t>
      </w:r>
      <w:r w:rsidRPr="004875FA">
        <w:rPr>
          <w:rStyle w:val="CodHTML"/>
          <w:rFonts w:eastAsiaTheme="minorEastAsia"/>
          <w:color w:val="007700"/>
          <w:sz w:val="16"/>
        </w:rPr>
        <w:t>, </w:t>
      </w:r>
      <w:r>
        <w:rPr>
          <w:rStyle w:val="CodHTML"/>
          <w:rFonts w:eastAsiaTheme="minorEastAsia"/>
          <w:color w:val="0000BB"/>
          <w:sz w:val="16"/>
        </w:rPr>
        <w:t>7</w:t>
      </w:r>
      <w:r w:rsidRPr="004875FA">
        <w:rPr>
          <w:rStyle w:val="CodHTML"/>
          <w:rFonts w:eastAsiaTheme="minorEastAsia"/>
          <w:color w:val="007700"/>
          <w:sz w:val="16"/>
        </w:rPr>
        <w:t>, </w:t>
      </w:r>
      <w:r>
        <w:rPr>
          <w:rStyle w:val="CodHTML"/>
          <w:rFonts w:eastAsiaTheme="minorEastAsia"/>
          <w:color w:val="0000BB"/>
          <w:sz w:val="16"/>
        </w:rPr>
        <w:t>5</w:t>
      </w:r>
      <w:r w:rsidRPr="004875FA">
        <w:rPr>
          <w:rStyle w:val="CodHTML"/>
          <w:rFonts w:eastAsiaTheme="minorEastAsia"/>
          <w:color w:val="007700"/>
          <w:sz w:val="16"/>
        </w:rPr>
        <w:t>, </w:t>
      </w:r>
      <w:r>
        <w:rPr>
          <w:rStyle w:val="CodHTML"/>
          <w:rFonts w:eastAsiaTheme="minorEastAsia"/>
          <w:color w:val="0000BB"/>
          <w:sz w:val="16"/>
        </w:rPr>
        <w:t>3</w:t>
      </w:r>
      <w:r w:rsidRPr="004875FA">
        <w:rPr>
          <w:rStyle w:val="CodHTML"/>
          <w:rFonts w:eastAsiaTheme="minorEastAsia"/>
          <w:color w:val="007700"/>
          <w:sz w:val="16"/>
        </w:rPr>
        <w:t>);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foreach (</w:t>
      </w:r>
      <w:r w:rsidRPr="004875FA">
        <w:rPr>
          <w:rStyle w:val="CodHTML"/>
          <w:rFonts w:eastAsiaTheme="minorEastAsia"/>
          <w:color w:val="0000BB"/>
          <w:sz w:val="16"/>
        </w:rPr>
        <w:t>$a </w:t>
      </w:r>
      <w:r w:rsidRPr="004875FA">
        <w:rPr>
          <w:rStyle w:val="CodHTML"/>
          <w:rFonts w:eastAsiaTheme="minorEastAsia"/>
          <w:color w:val="007700"/>
          <w:sz w:val="16"/>
        </w:rPr>
        <w:t>as </w:t>
      </w:r>
      <w:r w:rsidRPr="004875FA">
        <w:rPr>
          <w:rStyle w:val="CodHTML"/>
          <w:rFonts w:eastAsiaTheme="minorEastAsia"/>
          <w:color w:val="0000BB"/>
          <w:sz w:val="16"/>
        </w:rPr>
        <w:t>$v</w:t>
      </w:r>
      <w:r w:rsidRPr="004875FA">
        <w:rPr>
          <w:rStyle w:val="CodHTML"/>
          <w:rFonts w:eastAsiaTheme="minorEastAsia"/>
          <w:color w:val="007700"/>
          <w:sz w:val="16"/>
        </w:rPr>
        <w:t>) {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    echo </w:t>
      </w:r>
      <w:r w:rsidRPr="004875FA">
        <w:rPr>
          <w:rStyle w:val="CodHTML"/>
          <w:rFonts w:eastAsiaTheme="minorEastAsia"/>
          <w:color w:val="DD0000"/>
          <w:sz w:val="16"/>
        </w:rPr>
        <w:t>" </w:t>
      </w:r>
      <w:r w:rsidRPr="004875FA">
        <w:rPr>
          <w:rStyle w:val="CodHTML"/>
          <w:rFonts w:eastAsiaTheme="minorEastAsia"/>
          <w:color w:val="0000BB"/>
          <w:sz w:val="16"/>
        </w:rPr>
        <w:t>$v</w:t>
      </w:r>
      <w:r>
        <w:rPr>
          <w:rStyle w:val="CodHTML"/>
          <w:rFonts w:eastAsiaTheme="minorEastAsia"/>
          <w:color w:val="0000BB"/>
          <w:sz w:val="16"/>
        </w:rPr>
        <w:t xml:space="preserve">  </w:t>
      </w:r>
      <w:r w:rsidRPr="004875FA">
        <w:rPr>
          <w:rStyle w:val="CodHTML"/>
          <w:rFonts w:eastAsiaTheme="minorEastAsia"/>
          <w:color w:val="DD0000"/>
          <w:sz w:val="16"/>
        </w:rPr>
        <w:t>"</w:t>
      </w:r>
      <w:r w:rsidRPr="004875FA">
        <w:rPr>
          <w:rStyle w:val="CodHTML"/>
          <w:rFonts w:eastAsiaTheme="minorEastAsia"/>
          <w:color w:val="007700"/>
          <w:sz w:val="16"/>
        </w:rPr>
        <w:t>;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}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i/>
          <w:u w:val="single"/>
        </w:rPr>
        <w:t>Ex. 2</w:t>
      </w:r>
      <w:r w:rsidRPr="004875FA">
        <w:rPr>
          <w:i/>
          <w:u w:val="single"/>
        </w:rPr>
        <w:br/>
      </w:r>
      <w:r w:rsidRPr="004875FA">
        <w:rPr>
          <w:rStyle w:val="CodHTML"/>
          <w:rFonts w:eastAsiaTheme="minorEastAsia"/>
          <w:color w:val="0000BB"/>
          <w:sz w:val="16"/>
        </w:rPr>
        <w:t>$a </w:t>
      </w:r>
      <w:r w:rsidRPr="004875FA">
        <w:rPr>
          <w:rStyle w:val="CodHTML"/>
          <w:rFonts w:eastAsiaTheme="minorEastAsia"/>
          <w:color w:val="007700"/>
          <w:sz w:val="16"/>
        </w:rPr>
        <w:t>= array(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    </w:t>
      </w:r>
      <w:r w:rsidRPr="004875FA">
        <w:rPr>
          <w:rStyle w:val="CodHTML"/>
          <w:rFonts w:eastAsiaTheme="minorEastAsia"/>
          <w:color w:val="DD0000"/>
          <w:sz w:val="16"/>
        </w:rPr>
        <w:t>"one" </w:t>
      </w:r>
      <w:r w:rsidRPr="004875FA">
        <w:rPr>
          <w:rStyle w:val="CodHTML"/>
          <w:rFonts w:eastAsiaTheme="minorEastAsia"/>
          <w:color w:val="007700"/>
          <w:sz w:val="16"/>
        </w:rPr>
        <w:t>=&gt; </w:t>
      </w:r>
      <w:r w:rsidRPr="004875FA">
        <w:rPr>
          <w:rStyle w:val="CodHTML"/>
          <w:rFonts w:eastAsiaTheme="minorEastAsia"/>
          <w:color w:val="0000BB"/>
          <w:sz w:val="16"/>
        </w:rPr>
        <w:t>1</w:t>
      </w:r>
      <w:r w:rsidRPr="004875FA">
        <w:rPr>
          <w:rStyle w:val="CodHTML"/>
          <w:rFonts w:eastAsiaTheme="minorEastAsia"/>
          <w:color w:val="007700"/>
          <w:sz w:val="16"/>
        </w:rPr>
        <w:t>,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    </w:t>
      </w:r>
      <w:r w:rsidRPr="004875FA">
        <w:rPr>
          <w:rStyle w:val="CodHTML"/>
          <w:rFonts w:eastAsiaTheme="minorEastAsia"/>
          <w:color w:val="DD0000"/>
          <w:sz w:val="16"/>
        </w:rPr>
        <w:t>"two" </w:t>
      </w:r>
      <w:r w:rsidRPr="004875FA">
        <w:rPr>
          <w:rStyle w:val="CodHTML"/>
          <w:rFonts w:eastAsiaTheme="minorEastAsia"/>
          <w:color w:val="007700"/>
          <w:sz w:val="16"/>
        </w:rPr>
        <w:t>=&gt; </w:t>
      </w:r>
      <w:r w:rsidRPr="004875FA">
        <w:rPr>
          <w:rStyle w:val="CodHTML"/>
          <w:rFonts w:eastAsiaTheme="minorEastAsia"/>
          <w:color w:val="0000BB"/>
          <w:sz w:val="16"/>
        </w:rPr>
        <w:t>2</w:t>
      </w:r>
      <w:r w:rsidRPr="004875FA">
        <w:rPr>
          <w:rStyle w:val="CodHTML"/>
          <w:rFonts w:eastAsiaTheme="minorEastAsia"/>
          <w:color w:val="007700"/>
          <w:sz w:val="16"/>
        </w:rPr>
        <w:t>,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    </w:t>
      </w:r>
      <w:r w:rsidRPr="004875FA">
        <w:rPr>
          <w:rStyle w:val="CodHTML"/>
          <w:rFonts w:eastAsiaTheme="minorEastAsia"/>
          <w:color w:val="DD0000"/>
          <w:sz w:val="16"/>
        </w:rPr>
        <w:t>"three" </w:t>
      </w:r>
      <w:r w:rsidRPr="004875FA">
        <w:rPr>
          <w:rStyle w:val="CodHTML"/>
          <w:rFonts w:eastAsiaTheme="minorEastAsia"/>
          <w:color w:val="007700"/>
          <w:sz w:val="16"/>
        </w:rPr>
        <w:t>=&gt; </w:t>
      </w:r>
      <w:r w:rsidRPr="004875FA">
        <w:rPr>
          <w:rStyle w:val="CodHTML"/>
          <w:rFonts w:eastAsiaTheme="minorEastAsia"/>
          <w:color w:val="0000BB"/>
          <w:sz w:val="16"/>
        </w:rPr>
        <w:t>3</w:t>
      </w:r>
      <w:r w:rsidRPr="004875FA">
        <w:rPr>
          <w:rStyle w:val="CodHTML"/>
          <w:rFonts w:eastAsiaTheme="minorEastAsia"/>
          <w:color w:val="007700"/>
          <w:sz w:val="16"/>
        </w:rPr>
        <w:t>,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    </w:t>
      </w:r>
      <w:r w:rsidRPr="004875FA">
        <w:rPr>
          <w:rStyle w:val="CodHTML"/>
          <w:rFonts w:eastAsiaTheme="minorEastAsia"/>
          <w:color w:val="DD0000"/>
          <w:sz w:val="16"/>
        </w:rPr>
        <w:t>"seventeen" </w:t>
      </w:r>
      <w:r w:rsidRPr="004875FA">
        <w:rPr>
          <w:rStyle w:val="CodHTML"/>
          <w:rFonts w:eastAsiaTheme="minorEastAsia"/>
          <w:color w:val="007700"/>
          <w:sz w:val="16"/>
        </w:rPr>
        <w:t>=&gt; </w:t>
      </w:r>
      <w:r w:rsidRPr="004875FA">
        <w:rPr>
          <w:rStyle w:val="CodHTML"/>
          <w:rFonts w:eastAsiaTheme="minorEastAsia"/>
          <w:color w:val="0000BB"/>
          <w:sz w:val="16"/>
        </w:rPr>
        <w:t>17</w:t>
      </w:r>
      <w:r w:rsidRPr="004875FA">
        <w:rPr>
          <w:rFonts w:ascii="Courier New" w:hAnsi="Courier New" w:cs="Courier New"/>
          <w:color w:val="0000BB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);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foreach (</w:t>
      </w:r>
      <w:r w:rsidRPr="004875FA">
        <w:rPr>
          <w:rStyle w:val="CodHTML"/>
          <w:rFonts w:eastAsiaTheme="minorEastAsia"/>
          <w:color w:val="0000BB"/>
          <w:sz w:val="16"/>
        </w:rPr>
        <w:t>$a </w:t>
      </w:r>
      <w:r w:rsidRPr="004875FA">
        <w:rPr>
          <w:rStyle w:val="CodHTML"/>
          <w:rFonts w:eastAsiaTheme="minorEastAsia"/>
          <w:color w:val="007700"/>
          <w:sz w:val="16"/>
        </w:rPr>
        <w:t>as </w:t>
      </w:r>
      <w:r w:rsidRPr="004875FA">
        <w:rPr>
          <w:rStyle w:val="CodHTML"/>
          <w:rFonts w:eastAsiaTheme="minorEastAsia"/>
          <w:color w:val="0000BB"/>
          <w:sz w:val="16"/>
        </w:rPr>
        <w:t>$k </w:t>
      </w:r>
      <w:r w:rsidRPr="004875FA">
        <w:rPr>
          <w:rStyle w:val="CodHTML"/>
          <w:rFonts w:eastAsiaTheme="minorEastAsia"/>
          <w:color w:val="007700"/>
          <w:sz w:val="16"/>
        </w:rPr>
        <w:t>=&gt; </w:t>
      </w:r>
      <w:r w:rsidRPr="004875FA">
        <w:rPr>
          <w:rStyle w:val="CodHTML"/>
          <w:rFonts w:eastAsiaTheme="minorEastAsia"/>
          <w:color w:val="0000BB"/>
          <w:sz w:val="16"/>
        </w:rPr>
        <w:t>$v</w:t>
      </w:r>
      <w:r w:rsidRPr="004875FA">
        <w:rPr>
          <w:rStyle w:val="CodHTML"/>
          <w:rFonts w:eastAsiaTheme="minorEastAsia"/>
          <w:color w:val="007700"/>
          <w:sz w:val="16"/>
        </w:rPr>
        <w:t>) {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    echo </w:t>
      </w:r>
      <w:r w:rsidRPr="004875FA">
        <w:rPr>
          <w:rStyle w:val="CodHTML"/>
          <w:rFonts w:eastAsiaTheme="minorEastAsia"/>
          <w:color w:val="DD0000"/>
          <w:sz w:val="16"/>
        </w:rPr>
        <w:t>"\$a[</w:t>
      </w:r>
      <w:r w:rsidRPr="004875FA">
        <w:rPr>
          <w:rStyle w:val="CodHTML"/>
          <w:rFonts w:eastAsiaTheme="minorEastAsia"/>
          <w:color w:val="0000BB"/>
          <w:sz w:val="16"/>
        </w:rPr>
        <w:t>$k</w:t>
      </w:r>
      <w:r w:rsidRPr="004875FA">
        <w:rPr>
          <w:rStyle w:val="CodHTML"/>
          <w:rFonts w:eastAsiaTheme="minorEastAsia"/>
          <w:color w:val="DD0000"/>
          <w:sz w:val="16"/>
        </w:rPr>
        <w:t>] =&gt; </w:t>
      </w:r>
      <w:r w:rsidRPr="004875FA">
        <w:rPr>
          <w:rStyle w:val="CodHTML"/>
          <w:rFonts w:eastAsiaTheme="minorEastAsia"/>
          <w:color w:val="0000BB"/>
          <w:sz w:val="16"/>
        </w:rPr>
        <w:t>$v</w:t>
      </w:r>
      <w:r w:rsidRPr="004875FA">
        <w:rPr>
          <w:rStyle w:val="CodHTML"/>
          <w:rFonts w:eastAsiaTheme="minorEastAsia"/>
          <w:color w:val="DD0000"/>
          <w:sz w:val="16"/>
        </w:rPr>
        <w:t>.\n"</w:t>
      </w:r>
      <w:r w:rsidRPr="004875FA">
        <w:rPr>
          <w:rStyle w:val="CodHTML"/>
          <w:rFonts w:eastAsiaTheme="minorEastAsia"/>
          <w:color w:val="007700"/>
          <w:sz w:val="16"/>
        </w:rPr>
        <w:t>;</w:t>
      </w:r>
      <w:r w:rsidRPr="004875FA">
        <w:rPr>
          <w:rFonts w:ascii="Courier New" w:hAnsi="Courier New" w:cs="Courier New"/>
          <w:color w:val="007700"/>
          <w:sz w:val="16"/>
          <w:szCs w:val="20"/>
        </w:rPr>
        <w:br/>
      </w:r>
      <w:r w:rsidRPr="004875FA">
        <w:rPr>
          <w:rStyle w:val="CodHTML"/>
          <w:rFonts w:eastAsiaTheme="minorEastAsia"/>
          <w:color w:val="007700"/>
          <w:sz w:val="16"/>
        </w:rPr>
        <w:t>}</w:t>
      </w:r>
    </w:p>
    <w:p w:rsidR="00616537" w:rsidRDefault="00DE5AAE" w:rsidP="00DE5AAE">
      <w:pPr>
        <w:pStyle w:val="Listparagraf"/>
        <w:numPr>
          <w:ilvl w:val="0"/>
          <w:numId w:val="24"/>
        </w:numPr>
      </w:pPr>
      <w:r>
        <w:t>Studiați c</w:t>
      </w:r>
      <w:r w:rsidR="00B33999">
        <w:t xml:space="preserve">u atenție </w:t>
      </w:r>
      <w:r w:rsidR="001471A0">
        <w:t xml:space="preserve">si </w:t>
      </w:r>
      <w:r w:rsidR="00B33999">
        <w:t xml:space="preserve">exemplele de la adresele </w:t>
      </w:r>
      <w:hyperlink r:id="rId9" w:history="1">
        <w:r w:rsidR="00B33999" w:rsidRPr="00485007">
          <w:rPr>
            <w:rStyle w:val="Hyperlink"/>
          </w:rPr>
          <w:t>http://www.w3s</w:t>
        </w:r>
        <w:r w:rsidR="00B33999" w:rsidRPr="00485007">
          <w:rPr>
            <w:rStyle w:val="Hyperlink"/>
          </w:rPr>
          <w:t>c</w:t>
        </w:r>
        <w:r w:rsidR="00B33999" w:rsidRPr="00485007">
          <w:rPr>
            <w:rStyle w:val="Hyperlink"/>
          </w:rPr>
          <w:t>hools.com/php/php_arrays.asp</w:t>
        </w:r>
      </w:hyperlink>
      <w:r w:rsidR="00B33999">
        <w:t xml:space="preserve">  si </w:t>
      </w:r>
      <w:r>
        <w:t xml:space="preserve"> </w:t>
      </w:r>
      <w:hyperlink r:id="rId10" w:history="1">
        <w:r w:rsidRPr="0040628E">
          <w:rPr>
            <w:rStyle w:val="Hyperlink"/>
          </w:rPr>
          <w:t>http://www.php.net/manual/en/language.t</w:t>
        </w:r>
        <w:r w:rsidRPr="0040628E">
          <w:rPr>
            <w:rStyle w:val="Hyperlink"/>
          </w:rPr>
          <w:t>y</w:t>
        </w:r>
        <w:r w:rsidRPr="0040628E">
          <w:rPr>
            <w:rStyle w:val="Hyperlink"/>
          </w:rPr>
          <w:t>pes.array.php</w:t>
        </w:r>
      </w:hyperlink>
      <w:r>
        <w:t xml:space="preserve"> și r</w:t>
      </w:r>
      <w:r w:rsidR="00616537">
        <w:t xml:space="preserve">ealizați o pagină web în fișierul </w:t>
      </w:r>
      <w:r w:rsidR="00616537" w:rsidRPr="00DE5AAE">
        <w:rPr>
          <w:i/>
        </w:rPr>
        <w:t>p2.php</w:t>
      </w:r>
      <w:r w:rsidR="00504264">
        <w:rPr>
          <w:i/>
        </w:rPr>
        <w:t xml:space="preserve"> </w:t>
      </w:r>
      <w:r>
        <w:t xml:space="preserve">în care să </w:t>
      </w:r>
      <w:r w:rsidR="00DC6266">
        <w:t>rezolvați următoarele</w:t>
      </w:r>
      <w:r w:rsidR="00BC23FE">
        <w:t xml:space="preserve"> </w:t>
      </w:r>
      <w:r w:rsidR="00DC6266">
        <w:t>cerințe</w:t>
      </w:r>
      <w:r w:rsidR="006E7AAC">
        <w:t xml:space="preserve"> și să răspundeți la </w:t>
      </w:r>
      <w:r w:rsidR="00DC6266">
        <w:t xml:space="preserve">următoarele </w:t>
      </w:r>
      <w:r w:rsidR="006E7AAC">
        <w:t>întrebări</w:t>
      </w:r>
      <w:r>
        <w:t>:</w:t>
      </w:r>
    </w:p>
    <w:p w:rsidR="00DE5AAE" w:rsidRDefault="00DC6266" w:rsidP="00DE5AAE">
      <w:pPr>
        <w:pStyle w:val="Listparagraf"/>
        <w:numPr>
          <w:ilvl w:val="1"/>
          <w:numId w:val="24"/>
        </w:numPr>
      </w:pPr>
      <w:r>
        <w:t>Construiți</w:t>
      </w:r>
      <w:r w:rsidR="00DE5AAE">
        <w:t xml:space="preserve"> unui vector </w:t>
      </w:r>
      <w:r>
        <w:t xml:space="preserve">numit </w:t>
      </w:r>
      <w:r w:rsidRPr="00DC6266">
        <w:rPr>
          <w:b/>
          <w:i/>
        </w:rPr>
        <w:t>$a</w:t>
      </w:r>
      <w:r w:rsidR="00504264">
        <w:rPr>
          <w:b/>
          <w:i/>
        </w:rPr>
        <w:t xml:space="preserve"> </w:t>
      </w:r>
      <w:r w:rsidR="00DE5AAE">
        <w:t>cu elementele 2, 6, 3, 34, 23, -4, 21 , 6;</w:t>
      </w:r>
    </w:p>
    <w:p w:rsidR="001471A0" w:rsidRDefault="001471A0" w:rsidP="00DE5AAE">
      <w:pPr>
        <w:pStyle w:val="Listparagraf"/>
        <w:numPr>
          <w:ilvl w:val="1"/>
          <w:numId w:val="24"/>
        </w:numPr>
      </w:pPr>
      <w:r>
        <w:t xml:space="preserve">Gasiti raspunsul la intrebarea: Ce face functia </w:t>
      </w:r>
      <w:r w:rsidRPr="001471A0">
        <w:rPr>
          <w:color w:val="FF0000"/>
        </w:rPr>
        <w:t>print_r</w:t>
      </w:r>
      <w:r>
        <w:rPr>
          <w:color w:val="FF0000"/>
        </w:rPr>
        <w:t xml:space="preserve"> </w:t>
      </w:r>
      <w:r w:rsidRPr="001471A0">
        <w:t>? Folositi-o pentru vectorul creat la punctul a).</w:t>
      </w:r>
      <w:r>
        <w:rPr>
          <w:color w:val="FF0000"/>
        </w:rPr>
        <w:t xml:space="preserve"> </w:t>
      </w:r>
    </w:p>
    <w:p w:rsidR="00DE5AAE" w:rsidRDefault="00DC6266" w:rsidP="00DE5AAE">
      <w:pPr>
        <w:pStyle w:val="Listparagraf"/>
        <w:numPr>
          <w:ilvl w:val="1"/>
          <w:numId w:val="24"/>
        </w:numPr>
      </w:pPr>
      <w:r>
        <w:t>Adăugați perechea</w:t>
      </w:r>
      <w:r w:rsidR="00504264">
        <w:t xml:space="preserve"> </w:t>
      </w:r>
      <w:r w:rsidR="00DE5AAE" w:rsidRPr="00D440C0">
        <w:rPr>
          <w:i/>
        </w:rPr>
        <w:t>8 =&gt;</w:t>
      </w:r>
      <w:r w:rsidR="00A458F9" w:rsidRPr="00D440C0">
        <w:rPr>
          <w:i/>
        </w:rPr>
        <w:t xml:space="preserve"> "ana"</w:t>
      </w:r>
      <w:r w:rsidR="00A458F9">
        <w:t xml:space="preserve"> în vector;</w:t>
      </w:r>
    </w:p>
    <w:p w:rsidR="006E7AAC" w:rsidRDefault="00A458F9" w:rsidP="00DE5AAE">
      <w:pPr>
        <w:pStyle w:val="Listparagraf"/>
        <w:numPr>
          <w:ilvl w:val="1"/>
          <w:numId w:val="24"/>
        </w:numPr>
      </w:pPr>
      <w:r>
        <w:t>Ș</w:t>
      </w:r>
      <w:r w:rsidR="00010A98">
        <w:t>tergeți perechea</w:t>
      </w:r>
      <w:r w:rsidR="00504264">
        <w:t xml:space="preserve"> </w:t>
      </w:r>
      <w:r w:rsidRPr="00010A98">
        <w:rPr>
          <w:i/>
        </w:rPr>
        <w:t>1 =&gt; 6</w:t>
      </w:r>
      <w:r>
        <w:t xml:space="preserve"> din vector. Ce element va fi asociat cu </w:t>
      </w:r>
      <w:r w:rsidR="008C62BC">
        <w:t>indicele</w:t>
      </w:r>
      <w:r>
        <w:t xml:space="preserve"> 1</w:t>
      </w:r>
      <w:r w:rsidR="008C62BC">
        <w:t xml:space="preserve"> după această operație?</w:t>
      </w:r>
    </w:p>
    <w:p w:rsidR="00A458F9" w:rsidRDefault="002C4ECF" w:rsidP="00DE5AAE">
      <w:pPr>
        <w:pStyle w:val="Listparagraf"/>
        <w:numPr>
          <w:ilvl w:val="1"/>
          <w:numId w:val="24"/>
        </w:numPr>
      </w:pPr>
      <w:r>
        <w:t xml:space="preserve">Scrieți instrucțiunile care calculează media aritmetică a elementelor din vectorul </w:t>
      </w:r>
      <w:r>
        <w:rPr>
          <w:b/>
          <w:i/>
        </w:rPr>
        <w:t>$a</w:t>
      </w:r>
      <w:r w:rsidR="00357FEA">
        <w:rPr>
          <w:b/>
          <w:i/>
        </w:rPr>
        <w:t xml:space="preserve"> </w:t>
      </w:r>
      <w:r w:rsidRPr="002C4ECF">
        <w:rPr>
          <w:i/>
        </w:rPr>
        <w:t>(Indicație: folosiți instrucțiunea foreach</w:t>
      </w:r>
      <w:r w:rsidR="00E2364B">
        <w:rPr>
          <w:i/>
        </w:rPr>
        <w:t xml:space="preserve"> </w:t>
      </w:r>
      <w:r w:rsidR="00A61108">
        <w:rPr>
          <w:i/>
        </w:rPr>
        <w:t xml:space="preserve">și funcția </w:t>
      </w:r>
      <w:r w:rsidR="00A61108" w:rsidRPr="00A61108">
        <w:rPr>
          <w:rFonts w:ascii="Consolas" w:hAnsi="Consolas" w:cs="Consolas"/>
          <w:i/>
          <w:color w:val="222222"/>
          <w:sz w:val="16"/>
          <w:szCs w:val="16"/>
        </w:rPr>
        <w:t>is_numeric</w:t>
      </w:r>
      <w:r w:rsidR="00A61108" w:rsidRPr="00A61108">
        <w:rPr>
          <w:rFonts w:ascii="Consolas" w:hAnsi="Consolas" w:cs="Consolas"/>
          <w:i/>
          <w:color w:val="1E7C70"/>
          <w:sz w:val="16"/>
          <w:szCs w:val="16"/>
        </w:rPr>
        <w:t>()</w:t>
      </w:r>
      <w:r w:rsidRPr="002C4ECF">
        <w:rPr>
          <w:i/>
        </w:rPr>
        <w:t xml:space="preserve">pentru a parcurge toate elementele vectorului și a calcula suma și numărul </w:t>
      </w:r>
      <w:r w:rsidR="00A61108">
        <w:rPr>
          <w:i/>
        </w:rPr>
        <w:t>elementelor care sunt numere</w:t>
      </w:r>
      <w:r w:rsidRPr="002C4ECF">
        <w:rPr>
          <w:i/>
        </w:rPr>
        <w:t>)</w:t>
      </w:r>
      <w:r>
        <w:t>.</w:t>
      </w:r>
    </w:p>
    <w:p w:rsidR="00F206EC" w:rsidRDefault="00F206EC" w:rsidP="00DE5AAE">
      <w:pPr>
        <w:pStyle w:val="Listparagraf"/>
        <w:numPr>
          <w:ilvl w:val="1"/>
          <w:numId w:val="24"/>
        </w:numPr>
      </w:pPr>
      <w:r>
        <w:lastRenderedPageBreak/>
        <w:t>Descrieți efectul funcției</w:t>
      </w:r>
      <w:r w:rsidR="00B33999">
        <w:t xml:space="preserve"> </w:t>
      </w:r>
      <w:r w:rsidR="00310D2D">
        <w:rPr>
          <w:rFonts w:ascii="Consolas" w:hAnsi="Consolas" w:cs="Consolas"/>
          <w:color w:val="222222"/>
          <w:sz w:val="16"/>
          <w:szCs w:val="16"/>
        </w:rPr>
        <w:t>sort</w:t>
      </w:r>
      <w:r w:rsidR="00310D2D">
        <w:rPr>
          <w:rFonts w:ascii="Consolas" w:hAnsi="Consolas" w:cs="Consolas"/>
          <w:color w:val="1E7C70"/>
          <w:sz w:val="16"/>
          <w:szCs w:val="16"/>
        </w:rPr>
        <w:t>()</w:t>
      </w:r>
      <w:r w:rsidR="00310D2D">
        <w:t xml:space="preserve"> și dați 3 exemple de folosire (pentru un vector de numere întregi, pentru un vector de cuvinte și pentru un vector mixt</w:t>
      </w:r>
      <w:r w:rsidR="00005FA0">
        <w:t>:</w:t>
      </w:r>
      <w:r w:rsidR="00310D2D">
        <w:t xml:space="preserve"> numere + cuvinte).</w:t>
      </w:r>
      <w:r w:rsidR="00357FEA">
        <w:t xml:space="preserve"> Vezi de ex. </w:t>
      </w:r>
      <w:hyperlink r:id="rId11" w:history="1">
        <w:r w:rsidR="00357FEA" w:rsidRPr="00485007">
          <w:rPr>
            <w:rStyle w:val="Hyperlink"/>
          </w:rPr>
          <w:t>http://www.w3schools.com/php/php_arrays_sort.asp</w:t>
        </w:r>
      </w:hyperlink>
      <w:r w:rsidR="00357FEA">
        <w:t xml:space="preserve"> </w:t>
      </w:r>
    </w:p>
    <w:sectPr w:rsidR="00F206EC" w:rsidSect="004F11FB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C4D" w:rsidRDefault="00537C4D" w:rsidP="004F11FB">
      <w:pPr>
        <w:spacing w:before="0" w:after="0"/>
      </w:pPr>
      <w:r>
        <w:separator/>
      </w:r>
    </w:p>
  </w:endnote>
  <w:endnote w:type="continuationSeparator" w:id="0">
    <w:p w:rsidR="00537C4D" w:rsidRDefault="00537C4D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D660C9">
    <w:pPr>
      <w:pStyle w:val="Subsol"/>
      <w:rPr>
        <w:i/>
        <w:color w:val="808080" w:themeColor="background1" w:themeShade="80"/>
      </w:rPr>
    </w:pPr>
    <w:r w:rsidRPr="00D660C9">
      <w:rPr>
        <w:i/>
        <w:noProof/>
        <w:color w:val="808080" w:themeColor="background1" w:themeShade="80"/>
      </w:rPr>
      <w:pict>
        <v:line id="Straight Connector 2" o:spid="_x0000_s4097" style="position:absolute;left:0;text-align:left;z-index:251661312;visibility:visible;mso-wrap-distance-top:-3e-5mm;mso-wrap-distance-bottom:-3e-5mm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" strokecolor="#7f7f7f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1471A0">
      <w:rPr>
        <w:i/>
        <w:noProof/>
        <w:color w:val="808080" w:themeColor="background1" w:themeShade="80"/>
      </w:rPr>
      <w:t>2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1471A0" w:rsidRPr="001471A0">
        <w:rPr>
          <w:i/>
          <w:noProof/>
          <w:color w:val="808080" w:themeColor="background1" w:themeShade="80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C4D" w:rsidRDefault="00537C4D" w:rsidP="004F11FB">
      <w:pPr>
        <w:spacing w:before="0" w:after="0"/>
      </w:pPr>
      <w:r>
        <w:separator/>
      </w:r>
    </w:p>
  </w:footnote>
  <w:footnote w:type="continuationSeparator" w:id="0">
    <w:p w:rsidR="00537C4D" w:rsidRDefault="00537C4D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D660C9" w:rsidP="00FD3506">
    <w:pPr>
      <w:pStyle w:val="Antet"/>
      <w:jc w:val="center"/>
      <w:rPr>
        <w:i/>
        <w:color w:val="808080" w:themeColor="background1" w:themeShade="80"/>
      </w:rPr>
    </w:pPr>
    <w:r w:rsidRPr="00D660C9">
      <w:rPr>
        <w:i/>
        <w:noProof/>
        <w:color w:val="808080" w:themeColor="background1" w:themeShade="80"/>
      </w:rPr>
      <w:pict>
        <v:line id="Straight Connector 1" o:spid="_x0000_s4098" style="position:absolute;left:0;text-align:left;z-index:251659264;visibility:visible;mso-wrap-distance-top:-3e-5mm;mso-wrap-distance-bottom:-3e-5mm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" strokecolor="#7f7f7f [1612]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D135DA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33CCC"/>
    <w:multiLevelType w:val="hybridMultilevel"/>
    <w:tmpl w:val="4ADE97D6"/>
    <w:lvl w:ilvl="0" w:tplc="CD1097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05B30F4"/>
    <w:multiLevelType w:val="hybridMultilevel"/>
    <w:tmpl w:val="5C8E2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D73ED"/>
    <w:multiLevelType w:val="hybridMultilevel"/>
    <w:tmpl w:val="46BE35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86DC6"/>
    <w:multiLevelType w:val="hybridMultilevel"/>
    <w:tmpl w:val="201C33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90C0C"/>
    <w:multiLevelType w:val="hybridMultilevel"/>
    <w:tmpl w:val="47F286BC"/>
    <w:lvl w:ilvl="0" w:tplc="A266ADA6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67064"/>
    <w:multiLevelType w:val="hybridMultilevel"/>
    <w:tmpl w:val="E6AC19AE"/>
    <w:lvl w:ilvl="0" w:tplc="CD1097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0167FB0"/>
    <w:multiLevelType w:val="hybridMultilevel"/>
    <w:tmpl w:val="C6203E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91F52"/>
    <w:multiLevelType w:val="hybridMultilevel"/>
    <w:tmpl w:val="944EF42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E55D7B"/>
    <w:multiLevelType w:val="hybridMultilevel"/>
    <w:tmpl w:val="1F9ABC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2099A"/>
    <w:multiLevelType w:val="hybridMultilevel"/>
    <w:tmpl w:val="3A74E54A"/>
    <w:lvl w:ilvl="0" w:tplc="F11A096E">
      <w:start w:val="1"/>
      <w:numFmt w:val="decimal"/>
      <w:pStyle w:val="Listparagraf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6E2840C">
      <w:start w:val="1"/>
      <w:numFmt w:val="lowerLetter"/>
      <w:suff w:val="space"/>
      <w:lvlText w:val="%2."/>
      <w:lvlJc w:val="left"/>
      <w:pPr>
        <w:ind w:left="0" w:firstLine="28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8C1B0D"/>
    <w:multiLevelType w:val="hybridMultilevel"/>
    <w:tmpl w:val="EABE3F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71E86"/>
    <w:multiLevelType w:val="hybridMultilevel"/>
    <w:tmpl w:val="7C902A60"/>
    <w:lvl w:ilvl="0" w:tplc="13CCC2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628C1F76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882108"/>
    <w:multiLevelType w:val="hybridMultilevel"/>
    <w:tmpl w:val="3000D4DC"/>
    <w:lvl w:ilvl="0" w:tplc="4DAC3B1C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53EC5"/>
    <w:multiLevelType w:val="hybridMultilevel"/>
    <w:tmpl w:val="EE3CF4F8"/>
    <w:lvl w:ilvl="0" w:tplc="CD1097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32469FF"/>
    <w:multiLevelType w:val="hybridMultilevel"/>
    <w:tmpl w:val="DBB077C8"/>
    <w:lvl w:ilvl="0" w:tplc="583441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B4166690">
      <w:start w:val="1"/>
      <w:numFmt w:val="lowerLetter"/>
      <w:suff w:val="space"/>
      <w:lvlText w:val="%2)"/>
      <w:lvlJc w:val="left"/>
      <w:pPr>
        <w:ind w:left="284" w:firstLine="0"/>
      </w:pPr>
      <w:rPr>
        <w:rFonts w:ascii="Calibri" w:hAnsi="Calibri" w:hint="default"/>
        <w:sz w:val="20"/>
        <w:szCs w:val="20"/>
      </w:rPr>
    </w:lvl>
    <w:lvl w:ilvl="2" w:tplc="A224D116">
      <w:start w:val="1"/>
      <w:numFmt w:val="bullet"/>
      <w:suff w:val="space"/>
      <w:lvlText w:val="-"/>
      <w:lvlJc w:val="left"/>
      <w:pPr>
        <w:ind w:left="851" w:firstLine="0"/>
      </w:pPr>
      <w:rPr>
        <w:rFonts w:ascii="Courier New" w:hAnsi="Courier New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82F55"/>
    <w:multiLevelType w:val="hybridMultilevel"/>
    <w:tmpl w:val="31001F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12"/>
  </w:num>
  <w:num w:numId="9">
    <w:abstractNumId w:val="13"/>
  </w:num>
  <w:num w:numId="10">
    <w:abstractNumId w:val="12"/>
  </w:num>
  <w:num w:numId="11">
    <w:abstractNumId w:val="4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0"/>
  </w:num>
  <w:num w:numId="18">
    <w:abstractNumId w:val="12"/>
  </w:num>
  <w:num w:numId="19">
    <w:abstractNumId w:val="19"/>
  </w:num>
  <w:num w:numId="20">
    <w:abstractNumId w:val="12"/>
  </w:num>
  <w:num w:numId="21">
    <w:abstractNumId w:val="5"/>
  </w:num>
  <w:num w:numId="22">
    <w:abstractNumId w:val="15"/>
  </w:num>
  <w:num w:numId="23">
    <w:abstractNumId w:val="12"/>
  </w:num>
  <w:num w:numId="24">
    <w:abstractNumId w:val="18"/>
  </w:num>
  <w:num w:numId="25">
    <w:abstractNumId w:val="12"/>
  </w:num>
  <w:num w:numId="26">
    <w:abstractNumId w:val="3"/>
  </w:num>
  <w:num w:numId="27">
    <w:abstractNumId w:val="12"/>
  </w:num>
  <w:num w:numId="28">
    <w:abstractNumId w:val="14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7"/>
  </w:num>
  <w:num w:numId="34">
    <w:abstractNumId w:val="1"/>
  </w:num>
  <w:num w:numId="35">
    <w:abstractNumId w:val="6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059DB"/>
    <w:rsid w:val="00005FA0"/>
    <w:rsid w:val="00006C8C"/>
    <w:rsid w:val="00010A98"/>
    <w:rsid w:val="00011598"/>
    <w:rsid w:val="00013A5A"/>
    <w:rsid w:val="000176F9"/>
    <w:rsid w:val="00020058"/>
    <w:rsid w:val="0003720C"/>
    <w:rsid w:val="00046E15"/>
    <w:rsid w:val="0004708D"/>
    <w:rsid w:val="00050048"/>
    <w:rsid w:val="00060C30"/>
    <w:rsid w:val="00064F04"/>
    <w:rsid w:val="00065194"/>
    <w:rsid w:val="0006561D"/>
    <w:rsid w:val="00073BB4"/>
    <w:rsid w:val="0007470F"/>
    <w:rsid w:val="00075268"/>
    <w:rsid w:val="0007788B"/>
    <w:rsid w:val="00082A97"/>
    <w:rsid w:val="00083ED2"/>
    <w:rsid w:val="0008435D"/>
    <w:rsid w:val="00094546"/>
    <w:rsid w:val="0009520A"/>
    <w:rsid w:val="0009596F"/>
    <w:rsid w:val="000A1774"/>
    <w:rsid w:val="000A5ABF"/>
    <w:rsid w:val="000A6675"/>
    <w:rsid w:val="000B296C"/>
    <w:rsid w:val="000C07A5"/>
    <w:rsid w:val="000C248A"/>
    <w:rsid w:val="000C40FF"/>
    <w:rsid w:val="000C5F2A"/>
    <w:rsid w:val="000D026A"/>
    <w:rsid w:val="000D4121"/>
    <w:rsid w:val="000D7E09"/>
    <w:rsid w:val="000E692B"/>
    <w:rsid w:val="000F1B54"/>
    <w:rsid w:val="000F30E9"/>
    <w:rsid w:val="000F552E"/>
    <w:rsid w:val="001015B6"/>
    <w:rsid w:val="001033DC"/>
    <w:rsid w:val="00106FFA"/>
    <w:rsid w:val="00111495"/>
    <w:rsid w:val="00111F36"/>
    <w:rsid w:val="0011353E"/>
    <w:rsid w:val="00114805"/>
    <w:rsid w:val="00114EFB"/>
    <w:rsid w:val="0013450D"/>
    <w:rsid w:val="0013535E"/>
    <w:rsid w:val="00135A80"/>
    <w:rsid w:val="001378BB"/>
    <w:rsid w:val="00140295"/>
    <w:rsid w:val="00141D24"/>
    <w:rsid w:val="00141E2C"/>
    <w:rsid w:val="00142752"/>
    <w:rsid w:val="00143CD3"/>
    <w:rsid w:val="001471A0"/>
    <w:rsid w:val="00150D14"/>
    <w:rsid w:val="001547A3"/>
    <w:rsid w:val="0015669D"/>
    <w:rsid w:val="00156C18"/>
    <w:rsid w:val="001572BB"/>
    <w:rsid w:val="001576D4"/>
    <w:rsid w:val="00162CA9"/>
    <w:rsid w:val="001630B9"/>
    <w:rsid w:val="0016377B"/>
    <w:rsid w:val="00166309"/>
    <w:rsid w:val="00170DBD"/>
    <w:rsid w:val="0018286C"/>
    <w:rsid w:val="00183BE5"/>
    <w:rsid w:val="00190CF4"/>
    <w:rsid w:val="001948AA"/>
    <w:rsid w:val="00195B45"/>
    <w:rsid w:val="001A6D88"/>
    <w:rsid w:val="001B34DC"/>
    <w:rsid w:val="001B57CF"/>
    <w:rsid w:val="001B6B8C"/>
    <w:rsid w:val="001B7636"/>
    <w:rsid w:val="001C7DEC"/>
    <w:rsid w:val="001D0D28"/>
    <w:rsid w:val="001D54F3"/>
    <w:rsid w:val="001E2E0D"/>
    <w:rsid w:val="001E64F0"/>
    <w:rsid w:val="001E7E2D"/>
    <w:rsid w:val="001F38CC"/>
    <w:rsid w:val="001F475A"/>
    <w:rsid w:val="00200596"/>
    <w:rsid w:val="002115AC"/>
    <w:rsid w:val="00211C97"/>
    <w:rsid w:val="00212844"/>
    <w:rsid w:val="00221F7C"/>
    <w:rsid w:val="0022503C"/>
    <w:rsid w:val="00226E21"/>
    <w:rsid w:val="00227A61"/>
    <w:rsid w:val="00227D0E"/>
    <w:rsid w:val="002341BB"/>
    <w:rsid w:val="00236E9E"/>
    <w:rsid w:val="00237C33"/>
    <w:rsid w:val="00240A02"/>
    <w:rsid w:val="00243D32"/>
    <w:rsid w:val="00251C47"/>
    <w:rsid w:val="00253247"/>
    <w:rsid w:val="00257BFD"/>
    <w:rsid w:val="002633AC"/>
    <w:rsid w:val="0026377D"/>
    <w:rsid w:val="00265E34"/>
    <w:rsid w:val="00266B0E"/>
    <w:rsid w:val="00281A06"/>
    <w:rsid w:val="00281EFE"/>
    <w:rsid w:val="00283A4A"/>
    <w:rsid w:val="00284F1E"/>
    <w:rsid w:val="002869C9"/>
    <w:rsid w:val="00290186"/>
    <w:rsid w:val="00294D1E"/>
    <w:rsid w:val="002950F9"/>
    <w:rsid w:val="002973E2"/>
    <w:rsid w:val="00297E0A"/>
    <w:rsid w:val="002A02D8"/>
    <w:rsid w:val="002A0B26"/>
    <w:rsid w:val="002A10F3"/>
    <w:rsid w:val="002A4370"/>
    <w:rsid w:val="002A47AD"/>
    <w:rsid w:val="002C2D83"/>
    <w:rsid w:val="002C4C32"/>
    <w:rsid w:val="002C4ECF"/>
    <w:rsid w:val="002C72CA"/>
    <w:rsid w:val="002D1972"/>
    <w:rsid w:val="002D4638"/>
    <w:rsid w:val="002D74B7"/>
    <w:rsid w:val="002E1AD6"/>
    <w:rsid w:val="002E2DEF"/>
    <w:rsid w:val="002F1E4D"/>
    <w:rsid w:val="002F259C"/>
    <w:rsid w:val="002F72EA"/>
    <w:rsid w:val="002F7D0E"/>
    <w:rsid w:val="00305544"/>
    <w:rsid w:val="00305C03"/>
    <w:rsid w:val="00307991"/>
    <w:rsid w:val="00310D2D"/>
    <w:rsid w:val="003279D9"/>
    <w:rsid w:val="00332531"/>
    <w:rsid w:val="003465F3"/>
    <w:rsid w:val="00350BEF"/>
    <w:rsid w:val="00355AC6"/>
    <w:rsid w:val="00357FEA"/>
    <w:rsid w:val="0036349D"/>
    <w:rsid w:val="00363B17"/>
    <w:rsid w:val="003641E7"/>
    <w:rsid w:val="0036456E"/>
    <w:rsid w:val="00371C47"/>
    <w:rsid w:val="00374254"/>
    <w:rsid w:val="003801C4"/>
    <w:rsid w:val="0038192A"/>
    <w:rsid w:val="00383256"/>
    <w:rsid w:val="00390A25"/>
    <w:rsid w:val="003A05CC"/>
    <w:rsid w:val="003A07CA"/>
    <w:rsid w:val="003A1EE4"/>
    <w:rsid w:val="003A3CB6"/>
    <w:rsid w:val="003A6BD1"/>
    <w:rsid w:val="003A6FFA"/>
    <w:rsid w:val="003B29E1"/>
    <w:rsid w:val="003C023B"/>
    <w:rsid w:val="003C1319"/>
    <w:rsid w:val="003C2D94"/>
    <w:rsid w:val="003C71B8"/>
    <w:rsid w:val="003D3671"/>
    <w:rsid w:val="003D3DE6"/>
    <w:rsid w:val="003D570E"/>
    <w:rsid w:val="003D6EF2"/>
    <w:rsid w:val="003D7762"/>
    <w:rsid w:val="003E7B7C"/>
    <w:rsid w:val="003F1A52"/>
    <w:rsid w:val="003F4368"/>
    <w:rsid w:val="004025CE"/>
    <w:rsid w:val="00411720"/>
    <w:rsid w:val="00413090"/>
    <w:rsid w:val="00420470"/>
    <w:rsid w:val="00430D35"/>
    <w:rsid w:val="00431805"/>
    <w:rsid w:val="004321C6"/>
    <w:rsid w:val="0043370D"/>
    <w:rsid w:val="004342FB"/>
    <w:rsid w:val="00437268"/>
    <w:rsid w:val="0044256B"/>
    <w:rsid w:val="00444F22"/>
    <w:rsid w:val="004532BE"/>
    <w:rsid w:val="00454BBC"/>
    <w:rsid w:val="004564FC"/>
    <w:rsid w:val="0046026B"/>
    <w:rsid w:val="004840C0"/>
    <w:rsid w:val="004875FA"/>
    <w:rsid w:val="00487FC2"/>
    <w:rsid w:val="00490899"/>
    <w:rsid w:val="00493E88"/>
    <w:rsid w:val="00495C4A"/>
    <w:rsid w:val="00496766"/>
    <w:rsid w:val="004973D7"/>
    <w:rsid w:val="004A0C1D"/>
    <w:rsid w:val="004A1F6D"/>
    <w:rsid w:val="004B0C83"/>
    <w:rsid w:val="004B1BA2"/>
    <w:rsid w:val="004B26EE"/>
    <w:rsid w:val="004B2968"/>
    <w:rsid w:val="004B43C6"/>
    <w:rsid w:val="004B5B44"/>
    <w:rsid w:val="004B5DAA"/>
    <w:rsid w:val="004B752B"/>
    <w:rsid w:val="004C6096"/>
    <w:rsid w:val="004C6F5F"/>
    <w:rsid w:val="004D046D"/>
    <w:rsid w:val="004D4391"/>
    <w:rsid w:val="004D5A78"/>
    <w:rsid w:val="004D615B"/>
    <w:rsid w:val="004D7C3F"/>
    <w:rsid w:val="004E251A"/>
    <w:rsid w:val="004E3132"/>
    <w:rsid w:val="004E5072"/>
    <w:rsid w:val="004E606E"/>
    <w:rsid w:val="004F11FB"/>
    <w:rsid w:val="004F2CF0"/>
    <w:rsid w:val="004F324C"/>
    <w:rsid w:val="00501A69"/>
    <w:rsid w:val="00502B86"/>
    <w:rsid w:val="00504264"/>
    <w:rsid w:val="00515691"/>
    <w:rsid w:val="00516096"/>
    <w:rsid w:val="00523F4C"/>
    <w:rsid w:val="005245CD"/>
    <w:rsid w:val="00524DEA"/>
    <w:rsid w:val="00525099"/>
    <w:rsid w:val="005266D0"/>
    <w:rsid w:val="00526DB9"/>
    <w:rsid w:val="00530A86"/>
    <w:rsid w:val="0053285D"/>
    <w:rsid w:val="00532ABC"/>
    <w:rsid w:val="00537C4D"/>
    <w:rsid w:val="00540B02"/>
    <w:rsid w:val="00551B22"/>
    <w:rsid w:val="005604FC"/>
    <w:rsid w:val="005628C3"/>
    <w:rsid w:val="005644EF"/>
    <w:rsid w:val="0058132B"/>
    <w:rsid w:val="00581701"/>
    <w:rsid w:val="005834FC"/>
    <w:rsid w:val="005839BE"/>
    <w:rsid w:val="00584A28"/>
    <w:rsid w:val="0059688B"/>
    <w:rsid w:val="005A0DC3"/>
    <w:rsid w:val="005A1B6D"/>
    <w:rsid w:val="005A3289"/>
    <w:rsid w:val="005B3609"/>
    <w:rsid w:val="005B4466"/>
    <w:rsid w:val="005B5FB9"/>
    <w:rsid w:val="005C1D5F"/>
    <w:rsid w:val="005C31D3"/>
    <w:rsid w:val="005C4C84"/>
    <w:rsid w:val="005C5D3C"/>
    <w:rsid w:val="005C76ED"/>
    <w:rsid w:val="005D0805"/>
    <w:rsid w:val="005D24E2"/>
    <w:rsid w:val="005D7C0F"/>
    <w:rsid w:val="005E7A2F"/>
    <w:rsid w:val="005F1792"/>
    <w:rsid w:val="005F5D3F"/>
    <w:rsid w:val="00600C6D"/>
    <w:rsid w:val="006041D6"/>
    <w:rsid w:val="00605AC5"/>
    <w:rsid w:val="0061006A"/>
    <w:rsid w:val="00612BEC"/>
    <w:rsid w:val="00614728"/>
    <w:rsid w:val="006162D5"/>
    <w:rsid w:val="00616537"/>
    <w:rsid w:val="00620ABD"/>
    <w:rsid w:val="00621495"/>
    <w:rsid w:val="00621EA6"/>
    <w:rsid w:val="00622D03"/>
    <w:rsid w:val="00623E1B"/>
    <w:rsid w:val="006246EF"/>
    <w:rsid w:val="006318E6"/>
    <w:rsid w:val="00640333"/>
    <w:rsid w:val="00642E33"/>
    <w:rsid w:val="00650DA6"/>
    <w:rsid w:val="006528DD"/>
    <w:rsid w:val="00654260"/>
    <w:rsid w:val="00660F00"/>
    <w:rsid w:val="006625B9"/>
    <w:rsid w:val="0066429F"/>
    <w:rsid w:val="00673A46"/>
    <w:rsid w:val="00673B12"/>
    <w:rsid w:val="00673BA5"/>
    <w:rsid w:val="00674E77"/>
    <w:rsid w:val="00675306"/>
    <w:rsid w:val="0068019E"/>
    <w:rsid w:val="006807B6"/>
    <w:rsid w:val="006827E3"/>
    <w:rsid w:val="00682F66"/>
    <w:rsid w:val="00692100"/>
    <w:rsid w:val="00694475"/>
    <w:rsid w:val="006947A2"/>
    <w:rsid w:val="006A197F"/>
    <w:rsid w:val="006A1E81"/>
    <w:rsid w:val="006A300E"/>
    <w:rsid w:val="006A3344"/>
    <w:rsid w:val="006A650A"/>
    <w:rsid w:val="006A7861"/>
    <w:rsid w:val="006B7417"/>
    <w:rsid w:val="006D1180"/>
    <w:rsid w:val="006E2A05"/>
    <w:rsid w:val="006E7AAC"/>
    <w:rsid w:val="006F7621"/>
    <w:rsid w:val="006F79C8"/>
    <w:rsid w:val="0070232E"/>
    <w:rsid w:val="00706352"/>
    <w:rsid w:val="00712317"/>
    <w:rsid w:val="00713517"/>
    <w:rsid w:val="00720501"/>
    <w:rsid w:val="007217FD"/>
    <w:rsid w:val="00724C18"/>
    <w:rsid w:val="00742D10"/>
    <w:rsid w:val="00745342"/>
    <w:rsid w:val="00745CEF"/>
    <w:rsid w:val="00751A7B"/>
    <w:rsid w:val="00751BE0"/>
    <w:rsid w:val="00757CF0"/>
    <w:rsid w:val="00761CA3"/>
    <w:rsid w:val="007655AE"/>
    <w:rsid w:val="0077493B"/>
    <w:rsid w:val="00776873"/>
    <w:rsid w:val="00777A9C"/>
    <w:rsid w:val="007836FB"/>
    <w:rsid w:val="007849B0"/>
    <w:rsid w:val="0078535A"/>
    <w:rsid w:val="00785690"/>
    <w:rsid w:val="00786FBD"/>
    <w:rsid w:val="0079003F"/>
    <w:rsid w:val="00792CAC"/>
    <w:rsid w:val="0079545A"/>
    <w:rsid w:val="0079662E"/>
    <w:rsid w:val="007A1A26"/>
    <w:rsid w:val="007A1FA0"/>
    <w:rsid w:val="007A27C4"/>
    <w:rsid w:val="007A281D"/>
    <w:rsid w:val="007A4EFF"/>
    <w:rsid w:val="007A76D1"/>
    <w:rsid w:val="007B01F8"/>
    <w:rsid w:val="007B1D82"/>
    <w:rsid w:val="007B56B1"/>
    <w:rsid w:val="007B780B"/>
    <w:rsid w:val="007B78F3"/>
    <w:rsid w:val="007C0A95"/>
    <w:rsid w:val="007D18B4"/>
    <w:rsid w:val="007D19CB"/>
    <w:rsid w:val="007D26A2"/>
    <w:rsid w:val="007D4DB9"/>
    <w:rsid w:val="007D5DEF"/>
    <w:rsid w:val="007E04DA"/>
    <w:rsid w:val="007E3620"/>
    <w:rsid w:val="007E4030"/>
    <w:rsid w:val="007E458D"/>
    <w:rsid w:val="007E4DBE"/>
    <w:rsid w:val="007E7DAB"/>
    <w:rsid w:val="007F0485"/>
    <w:rsid w:val="007F321A"/>
    <w:rsid w:val="007F6A51"/>
    <w:rsid w:val="0080061A"/>
    <w:rsid w:val="0080728F"/>
    <w:rsid w:val="00807C32"/>
    <w:rsid w:val="0081042A"/>
    <w:rsid w:val="00814F16"/>
    <w:rsid w:val="0081706A"/>
    <w:rsid w:val="00821FC0"/>
    <w:rsid w:val="0082545A"/>
    <w:rsid w:val="00825483"/>
    <w:rsid w:val="008302B7"/>
    <w:rsid w:val="008339AA"/>
    <w:rsid w:val="00835ADF"/>
    <w:rsid w:val="0083797A"/>
    <w:rsid w:val="008468EC"/>
    <w:rsid w:val="0085068C"/>
    <w:rsid w:val="0085090D"/>
    <w:rsid w:val="008576EE"/>
    <w:rsid w:val="00861913"/>
    <w:rsid w:val="00861EBA"/>
    <w:rsid w:val="00863749"/>
    <w:rsid w:val="00870ED6"/>
    <w:rsid w:val="00873310"/>
    <w:rsid w:val="00882503"/>
    <w:rsid w:val="00885E9B"/>
    <w:rsid w:val="008924CD"/>
    <w:rsid w:val="0089361E"/>
    <w:rsid w:val="00895FE7"/>
    <w:rsid w:val="008A0FC5"/>
    <w:rsid w:val="008A3B91"/>
    <w:rsid w:val="008A5359"/>
    <w:rsid w:val="008B044E"/>
    <w:rsid w:val="008B401B"/>
    <w:rsid w:val="008C027A"/>
    <w:rsid w:val="008C14B8"/>
    <w:rsid w:val="008C1879"/>
    <w:rsid w:val="008C484A"/>
    <w:rsid w:val="008C4F9E"/>
    <w:rsid w:val="008C62BC"/>
    <w:rsid w:val="008C6307"/>
    <w:rsid w:val="008D4E76"/>
    <w:rsid w:val="008E0CDD"/>
    <w:rsid w:val="008E1949"/>
    <w:rsid w:val="008F27FE"/>
    <w:rsid w:val="008F32E0"/>
    <w:rsid w:val="008F4279"/>
    <w:rsid w:val="008F4AE5"/>
    <w:rsid w:val="008F554A"/>
    <w:rsid w:val="0090483C"/>
    <w:rsid w:val="00904CE3"/>
    <w:rsid w:val="00911656"/>
    <w:rsid w:val="0091430B"/>
    <w:rsid w:val="00914375"/>
    <w:rsid w:val="00915583"/>
    <w:rsid w:val="00920BF1"/>
    <w:rsid w:val="0092436C"/>
    <w:rsid w:val="009246E3"/>
    <w:rsid w:val="00931D07"/>
    <w:rsid w:val="009337FF"/>
    <w:rsid w:val="009379C6"/>
    <w:rsid w:val="00944E67"/>
    <w:rsid w:val="00945235"/>
    <w:rsid w:val="0094666D"/>
    <w:rsid w:val="00955494"/>
    <w:rsid w:val="00955AED"/>
    <w:rsid w:val="00963CE1"/>
    <w:rsid w:val="00966DBC"/>
    <w:rsid w:val="009677B3"/>
    <w:rsid w:val="0096798C"/>
    <w:rsid w:val="00971FE5"/>
    <w:rsid w:val="009733CE"/>
    <w:rsid w:val="0098112B"/>
    <w:rsid w:val="009811A1"/>
    <w:rsid w:val="0099445D"/>
    <w:rsid w:val="009B046B"/>
    <w:rsid w:val="009B55FC"/>
    <w:rsid w:val="009C252A"/>
    <w:rsid w:val="009C361E"/>
    <w:rsid w:val="009C4C2C"/>
    <w:rsid w:val="009C60B6"/>
    <w:rsid w:val="009C7C9E"/>
    <w:rsid w:val="009D77E2"/>
    <w:rsid w:val="009F096F"/>
    <w:rsid w:val="009F0AD7"/>
    <w:rsid w:val="009F10C2"/>
    <w:rsid w:val="009F1813"/>
    <w:rsid w:val="009F2E7B"/>
    <w:rsid w:val="009F6E1A"/>
    <w:rsid w:val="00A00142"/>
    <w:rsid w:val="00A040B8"/>
    <w:rsid w:val="00A116CD"/>
    <w:rsid w:val="00A12D5F"/>
    <w:rsid w:val="00A14096"/>
    <w:rsid w:val="00A208FA"/>
    <w:rsid w:val="00A20E6A"/>
    <w:rsid w:val="00A258B1"/>
    <w:rsid w:val="00A33BAD"/>
    <w:rsid w:val="00A449E2"/>
    <w:rsid w:val="00A458F9"/>
    <w:rsid w:val="00A46409"/>
    <w:rsid w:val="00A4714E"/>
    <w:rsid w:val="00A51105"/>
    <w:rsid w:val="00A519B6"/>
    <w:rsid w:val="00A554F4"/>
    <w:rsid w:val="00A61108"/>
    <w:rsid w:val="00A64C2F"/>
    <w:rsid w:val="00A66E39"/>
    <w:rsid w:val="00A759F0"/>
    <w:rsid w:val="00A7658F"/>
    <w:rsid w:val="00A77C4A"/>
    <w:rsid w:val="00A80D19"/>
    <w:rsid w:val="00A83AD4"/>
    <w:rsid w:val="00A86EA3"/>
    <w:rsid w:val="00A90AF4"/>
    <w:rsid w:val="00A91451"/>
    <w:rsid w:val="00A9389C"/>
    <w:rsid w:val="00AA5737"/>
    <w:rsid w:val="00AA6EA5"/>
    <w:rsid w:val="00AC65C0"/>
    <w:rsid w:val="00AD3C95"/>
    <w:rsid w:val="00AD41EA"/>
    <w:rsid w:val="00AD4667"/>
    <w:rsid w:val="00AD7C2A"/>
    <w:rsid w:val="00AE4652"/>
    <w:rsid w:val="00AE70F0"/>
    <w:rsid w:val="00B00685"/>
    <w:rsid w:val="00B04161"/>
    <w:rsid w:val="00B12812"/>
    <w:rsid w:val="00B219ED"/>
    <w:rsid w:val="00B21BE1"/>
    <w:rsid w:val="00B25A70"/>
    <w:rsid w:val="00B2750C"/>
    <w:rsid w:val="00B31852"/>
    <w:rsid w:val="00B33999"/>
    <w:rsid w:val="00B353F6"/>
    <w:rsid w:val="00B45D55"/>
    <w:rsid w:val="00B4651B"/>
    <w:rsid w:val="00B47130"/>
    <w:rsid w:val="00B508F5"/>
    <w:rsid w:val="00B5380A"/>
    <w:rsid w:val="00B53ECF"/>
    <w:rsid w:val="00B55DE2"/>
    <w:rsid w:val="00B5607F"/>
    <w:rsid w:val="00B56B5F"/>
    <w:rsid w:val="00B75383"/>
    <w:rsid w:val="00B76B34"/>
    <w:rsid w:val="00B83F26"/>
    <w:rsid w:val="00B84CFA"/>
    <w:rsid w:val="00B86C2B"/>
    <w:rsid w:val="00B87220"/>
    <w:rsid w:val="00B92462"/>
    <w:rsid w:val="00B9713C"/>
    <w:rsid w:val="00BB2301"/>
    <w:rsid w:val="00BB3756"/>
    <w:rsid w:val="00BB3B0D"/>
    <w:rsid w:val="00BB6230"/>
    <w:rsid w:val="00BC23FE"/>
    <w:rsid w:val="00BD12CD"/>
    <w:rsid w:val="00BD2B1C"/>
    <w:rsid w:val="00BD31D2"/>
    <w:rsid w:val="00BD6375"/>
    <w:rsid w:val="00BE34F9"/>
    <w:rsid w:val="00BE50D2"/>
    <w:rsid w:val="00BF1716"/>
    <w:rsid w:val="00BF6DA7"/>
    <w:rsid w:val="00BF6F34"/>
    <w:rsid w:val="00C05558"/>
    <w:rsid w:val="00C068C5"/>
    <w:rsid w:val="00C135C7"/>
    <w:rsid w:val="00C14A48"/>
    <w:rsid w:val="00C15962"/>
    <w:rsid w:val="00C1599C"/>
    <w:rsid w:val="00C15D69"/>
    <w:rsid w:val="00C169B5"/>
    <w:rsid w:val="00C27B15"/>
    <w:rsid w:val="00C3535F"/>
    <w:rsid w:val="00C3592F"/>
    <w:rsid w:val="00C40811"/>
    <w:rsid w:val="00C4157D"/>
    <w:rsid w:val="00C46534"/>
    <w:rsid w:val="00C54BC0"/>
    <w:rsid w:val="00C62032"/>
    <w:rsid w:val="00C65A0F"/>
    <w:rsid w:val="00C67F4A"/>
    <w:rsid w:val="00C80F79"/>
    <w:rsid w:val="00C83DFC"/>
    <w:rsid w:val="00C8491B"/>
    <w:rsid w:val="00C876EE"/>
    <w:rsid w:val="00C93C1E"/>
    <w:rsid w:val="00CA65C3"/>
    <w:rsid w:val="00CB11BA"/>
    <w:rsid w:val="00CB1A09"/>
    <w:rsid w:val="00CB3ED0"/>
    <w:rsid w:val="00CB6129"/>
    <w:rsid w:val="00CB7FC6"/>
    <w:rsid w:val="00CC33BC"/>
    <w:rsid w:val="00CC601F"/>
    <w:rsid w:val="00CD24B4"/>
    <w:rsid w:val="00CD32E5"/>
    <w:rsid w:val="00CD438B"/>
    <w:rsid w:val="00CD56BE"/>
    <w:rsid w:val="00CD59E6"/>
    <w:rsid w:val="00CD72BF"/>
    <w:rsid w:val="00CE05BE"/>
    <w:rsid w:val="00CE59BA"/>
    <w:rsid w:val="00CF12D7"/>
    <w:rsid w:val="00CF4787"/>
    <w:rsid w:val="00CF695D"/>
    <w:rsid w:val="00D006F9"/>
    <w:rsid w:val="00D00A57"/>
    <w:rsid w:val="00D010B0"/>
    <w:rsid w:val="00D043CF"/>
    <w:rsid w:val="00D05988"/>
    <w:rsid w:val="00D05CFF"/>
    <w:rsid w:val="00D0650A"/>
    <w:rsid w:val="00D10C00"/>
    <w:rsid w:val="00D11C9D"/>
    <w:rsid w:val="00D135DA"/>
    <w:rsid w:val="00D15A5D"/>
    <w:rsid w:val="00D20CA1"/>
    <w:rsid w:val="00D2732D"/>
    <w:rsid w:val="00D347BD"/>
    <w:rsid w:val="00D348B9"/>
    <w:rsid w:val="00D37C33"/>
    <w:rsid w:val="00D42B6C"/>
    <w:rsid w:val="00D43778"/>
    <w:rsid w:val="00D440C0"/>
    <w:rsid w:val="00D57075"/>
    <w:rsid w:val="00D61352"/>
    <w:rsid w:val="00D62EF1"/>
    <w:rsid w:val="00D63DB0"/>
    <w:rsid w:val="00D660C9"/>
    <w:rsid w:val="00D66572"/>
    <w:rsid w:val="00D7052E"/>
    <w:rsid w:val="00D705D9"/>
    <w:rsid w:val="00D718A1"/>
    <w:rsid w:val="00D71D21"/>
    <w:rsid w:val="00D732FA"/>
    <w:rsid w:val="00D744D0"/>
    <w:rsid w:val="00D80078"/>
    <w:rsid w:val="00D80F09"/>
    <w:rsid w:val="00D82430"/>
    <w:rsid w:val="00D86998"/>
    <w:rsid w:val="00D94761"/>
    <w:rsid w:val="00D96E74"/>
    <w:rsid w:val="00DA4CE8"/>
    <w:rsid w:val="00DA6016"/>
    <w:rsid w:val="00DA7A93"/>
    <w:rsid w:val="00DB1F0C"/>
    <w:rsid w:val="00DC0F63"/>
    <w:rsid w:val="00DC2458"/>
    <w:rsid w:val="00DC25D0"/>
    <w:rsid w:val="00DC6266"/>
    <w:rsid w:val="00DC6336"/>
    <w:rsid w:val="00DC7A4D"/>
    <w:rsid w:val="00DD3DDB"/>
    <w:rsid w:val="00DD491D"/>
    <w:rsid w:val="00DE5AAE"/>
    <w:rsid w:val="00DF04E5"/>
    <w:rsid w:val="00DF2023"/>
    <w:rsid w:val="00DF3572"/>
    <w:rsid w:val="00DF5642"/>
    <w:rsid w:val="00E07089"/>
    <w:rsid w:val="00E1039C"/>
    <w:rsid w:val="00E17179"/>
    <w:rsid w:val="00E22E4A"/>
    <w:rsid w:val="00E2364B"/>
    <w:rsid w:val="00E25A22"/>
    <w:rsid w:val="00E26A25"/>
    <w:rsid w:val="00E316D3"/>
    <w:rsid w:val="00E43EE9"/>
    <w:rsid w:val="00E46F1B"/>
    <w:rsid w:val="00E55257"/>
    <w:rsid w:val="00E56C68"/>
    <w:rsid w:val="00E57C6B"/>
    <w:rsid w:val="00E63E85"/>
    <w:rsid w:val="00E6781D"/>
    <w:rsid w:val="00E67AA8"/>
    <w:rsid w:val="00E7025B"/>
    <w:rsid w:val="00E7131C"/>
    <w:rsid w:val="00E77A94"/>
    <w:rsid w:val="00E77C5A"/>
    <w:rsid w:val="00E8224C"/>
    <w:rsid w:val="00E87C3D"/>
    <w:rsid w:val="00E901C2"/>
    <w:rsid w:val="00EA0125"/>
    <w:rsid w:val="00EA163C"/>
    <w:rsid w:val="00EA43C0"/>
    <w:rsid w:val="00EA49CC"/>
    <w:rsid w:val="00EA53D1"/>
    <w:rsid w:val="00EA5FE6"/>
    <w:rsid w:val="00EB49B0"/>
    <w:rsid w:val="00EB7EDB"/>
    <w:rsid w:val="00EC5312"/>
    <w:rsid w:val="00EC69B2"/>
    <w:rsid w:val="00ED176D"/>
    <w:rsid w:val="00ED48C5"/>
    <w:rsid w:val="00ED55BF"/>
    <w:rsid w:val="00ED7C7F"/>
    <w:rsid w:val="00EE5907"/>
    <w:rsid w:val="00EE5C79"/>
    <w:rsid w:val="00EE6BB1"/>
    <w:rsid w:val="00EF01C1"/>
    <w:rsid w:val="00F00FFF"/>
    <w:rsid w:val="00F02E92"/>
    <w:rsid w:val="00F04029"/>
    <w:rsid w:val="00F04DBF"/>
    <w:rsid w:val="00F11415"/>
    <w:rsid w:val="00F11877"/>
    <w:rsid w:val="00F12EA6"/>
    <w:rsid w:val="00F130D5"/>
    <w:rsid w:val="00F15F73"/>
    <w:rsid w:val="00F1646E"/>
    <w:rsid w:val="00F206EC"/>
    <w:rsid w:val="00F2141F"/>
    <w:rsid w:val="00F214B0"/>
    <w:rsid w:val="00F21B7D"/>
    <w:rsid w:val="00F22CD6"/>
    <w:rsid w:val="00F26E7C"/>
    <w:rsid w:val="00F34AF5"/>
    <w:rsid w:val="00F35C0A"/>
    <w:rsid w:val="00F35EFB"/>
    <w:rsid w:val="00F37AB3"/>
    <w:rsid w:val="00F43B08"/>
    <w:rsid w:val="00F4476B"/>
    <w:rsid w:val="00F47957"/>
    <w:rsid w:val="00F54982"/>
    <w:rsid w:val="00F55052"/>
    <w:rsid w:val="00F63C4A"/>
    <w:rsid w:val="00F65B34"/>
    <w:rsid w:val="00F66901"/>
    <w:rsid w:val="00F66970"/>
    <w:rsid w:val="00F7197E"/>
    <w:rsid w:val="00F7383B"/>
    <w:rsid w:val="00F74B3B"/>
    <w:rsid w:val="00F7656A"/>
    <w:rsid w:val="00F81AB0"/>
    <w:rsid w:val="00F8573D"/>
    <w:rsid w:val="00F90E28"/>
    <w:rsid w:val="00F94C3B"/>
    <w:rsid w:val="00F97070"/>
    <w:rsid w:val="00FA6DAF"/>
    <w:rsid w:val="00FB11B5"/>
    <w:rsid w:val="00FB179C"/>
    <w:rsid w:val="00FB7126"/>
    <w:rsid w:val="00FB7FB6"/>
    <w:rsid w:val="00FC14FC"/>
    <w:rsid w:val="00FC5ED1"/>
    <w:rsid w:val="00FC7EBB"/>
    <w:rsid w:val="00FD3506"/>
    <w:rsid w:val="00FD6047"/>
    <w:rsid w:val="00FD6EAA"/>
    <w:rsid w:val="00FE5697"/>
    <w:rsid w:val="00FF1022"/>
    <w:rsid w:val="00FF1C26"/>
    <w:rsid w:val="00FF4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096"/>
    <w:pPr>
      <w:tabs>
        <w:tab w:val="left" w:pos="567"/>
      </w:tabs>
      <w:spacing w:before="120" w:after="12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63E85"/>
    <w:pPr>
      <w:keepNext/>
      <w:keepLines/>
      <w:spacing w:before="240"/>
      <w:outlineLvl w:val="1"/>
    </w:pPr>
    <w:rPr>
      <w:rFonts w:ascii="Cambria" w:eastAsiaTheme="majorEastAsia" w:hAnsi="Cambria" w:cstheme="majorBidi"/>
      <w:b/>
      <w:bCs/>
      <w:color w:val="1F497D" w:themeColor="text2"/>
      <w:sz w:val="24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Nod">
    <w:name w:val="NrNod"/>
    <w:basedOn w:val="Listparagraf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Fontdeparagrafimplicit"/>
    <w:link w:val="NrNod"/>
    <w:rsid w:val="002633AC"/>
    <w:rPr>
      <w:rFonts w:ascii="Calibri" w:hAnsi="Calibri"/>
      <w:sz w:val="18"/>
    </w:rPr>
  </w:style>
  <w:style w:type="paragraph" w:styleId="Listparagraf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Titlu3"/>
    <w:qFormat/>
    <w:rsid w:val="0082545A"/>
    <w:pPr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Titlu1Caracter">
    <w:name w:val="Titlu 1 Caracter"/>
    <w:basedOn w:val="Fontdeparagrafimplicit"/>
    <w:link w:val="Titlu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4F11FB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4F11FB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GrilTabel">
    <w:name w:val="Table Grid"/>
    <w:basedOn w:val="Tabel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incomentariu">
    <w:name w:val="annotation reference"/>
    <w:basedOn w:val="Fontdeparagrafimplicit"/>
    <w:uiPriority w:val="99"/>
    <w:semiHidden/>
    <w:unhideWhenUsed/>
    <w:rsid w:val="000D026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D026A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D026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Fontdeparagrafimplicit"/>
    <w:uiPriority w:val="99"/>
    <w:unhideWhenUsed/>
    <w:rsid w:val="001B57CF"/>
    <w:rPr>
      <w:color w:val="0000FF" w:themeColor="hyperlink"/>
      <w:u w:val="single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9733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9733CE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AD4667"/>
    <w:rPr>
      <w:color w:val="800080" w:themeColor="followedHyperlink"/>
      <w:u w:val="single"/>
    </w:rPr>
  </w:style>
  <w:style w:type="character" w:styleId="Robust">
    <w:name w:val="Strong"/>
    <w:basedOn w:val="Fontdeparagrafimplicit"/>
    <w:uiPriority w:val="22"/>
    <w:qFormat/>
    <w:rsid w:val="00914375"/>
    <w:rPr>
      <w:b/>
      <w:bCs/>
    </w:rPr>
  </w:style>
  <w:style w:type="table" w:customStyle="1" w:styleId="Tabelgril1">
    <w:name w:val="Tabel grilă1"/>
    <w:basedOn w:val="TabelNormal"/>
    <w:next w:val="GrilTabel"/>
    <w:uiPriority w:val="59"/>
    <w:rsid w:val="00621EA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2Caracter">
    <w:name w:val="Titlu 2 Caracter"/>
    <w:basedOn w:val="Fontdeparagrafimplicit"/>
    <w:link w:val="Titlu2"/>
    <w:uiPriority w:val="9"/>
    <w:rsid w:val="00E63E85"/>
    <w:rPr>
      <w:rFonts w:ascii="Cambria" w:eastAsiaTheme="majorEastAsia" w:hAnsi="Cambria" w:cstheme="majorBidi"/>
      <w:b/>
      <w:bCs/>
      <w:color w:val="1F497D" w:themeColor="text2"/>
      <w:sz w:val="24"/>
      <w:szCs w:val="26"/>
      <w:lang w:eastAsia="ro-RO"/>
    </w:rPr>
  </w:style>
  <w:style w:type="character" w:styleId="CodHTML">
    <w:name w:val="HTML Code"/>
    <w:basedOn w:val="Fontdeparagrafimplicit"/>
    <w:uiPriority w:val="99"/>
    <w:semiHidden/>
    <w:unhideWhenUsed/>
    <w:rsid w:val="000843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p.net/manual/en/language.control-structures.ph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3schools.com/php/php_arrays_sort.as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hp.net/manual/en/language.types.array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3schools.com/php/php_arrays.asp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F9603AE5-5330-42B5-B434-46CEE9DC827B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37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elev</cp:lastModifiedBy>
  <cp:revision>4</cp:revision>
  <cp:lastPrinted>2017-01-09T07:18:00Z</cp:lastPrinted>
  <dcterms:created xsi:type="dcterms:W3CDTF">2017-01-09T07:23:00Z</dcterms:created>
  <dcterms:modified xsi:type="dcterms:W3CDTF">2017-01-09T07:55:00Z</dcterms:modified>
</cp:coreProperties>
</file>